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7B" w:rsidRDefault="00B12F6B">
      <w:bookmarkStart w:id="0" w:name="_GoBack"/>
      <w:r w:rsidRPr="00B12F6B">
        <w:rPr>
          <w:noProof/>
          <w:lang w:val="en-CA" w:eastAsia="en-CA"/>
        </w:rPr>
        <w:drawing>
          <wp:inline distT="0" distB="0" distL="0" distR="0">
            <wp:extent cx="379127" cy="379127"/>
            <wp:effectExtent l="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Diagram group"/>
                    <a:cNvGrpSpPr/>
                  </a:nvGrpSpPr>
                  <a:grpSpPr>
                    <a:xfrm>
                      <a:off x="3651775" y="2376685"/>
                      <a:ext cx="379127" cy="379127"/>
                      <a:chOff x="3651775" y="2376685"/>
                      <a:chExt cx="379127" cy="379127"/>
                    </a:xfrm>
                  </a:grpSpPr>
                  <a:sp>
                    <a:nvSpPr>
                      <a:cNvPr id="3" name="Oval 3"/>
                      <a:cNvSpPr/>
                    </a:nvSpPr>
                    <a:spPr>
                      <a:xfrm>
                        <a:off x="3651775" y="2376685"/>
                        <a:ext cx="379127" cy="379127"/>
                      </a:xfrm>
                      <a:prstGeom prst="ellipse">
                        <a:avLst/>
                      </a:prstGeom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1200000"/>
                        </a:lightRig>
                      </a:scene3d>
                      <a:sp3d contourW="19050" prstMaterial="metal">
                        <a:bevelT w="88900" h="203200"/>
                        <a:bevelB w="165100" h="254000"/>
                      </a:sp3d>
                    </a:spPr>
                    <a:style>
                      <a:lnRef idx="0">
                        <a:schemeClr val="lt1">
                          <a:hueOff val="0"/>
                          <a:satOff val="0"/>
                          <a:lumOff val="0"/>
                          <a:alphaOff val="0"/>
                        </a:schemeClr>
                      </a:lnRef>
                      <a:fillRef idx="1">
                        <a:schemeClr val="accent6">
                          <a:hueOff val="0"/>
                          <a:satOff val="0"/>
                          <a:lumOff val="0"/>
                          <a:alphaOff val="0"/>
                        </a:schemeClr>
                      </a:fillRef>
                      <a:effectRef idx="1">
                        <a:schemeClr val="accent6">
                          <a:hueOff val="0"/>
                          <a:satOff val="0"/>
                          <a:lumOff val="0"/>
                          <a:alphaOff val="0"/>
                        </a:schemeClr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B12F6B">
        <w:rPr>
          <w:noProof/>
          <w:lang w:val="en-CA" w:eastAsia="en-CA"/>
        </w:rPr>
        <w:drawing>
          <wp:inline distT="0" distB="0" distL="0" distR="0">
            <wp:extent cx="379127" cy="379127"/>
            <wp:effectExtent l="0" t="0" r="0" b="0"/>
            <wp:docPr id="3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Diagram group"/>
                    <a:cNvGrpSpPr/>
                  </a:nvGrpSpPr>
                  <a:grpSpPr>
                    <a:xfrm>
                      <a:off x="3651775" y="2376685"/>
                      <a:ext cx="379127" cy="379127"/>
                      <a:chOff x="3651775" y="2376685"/>
                      <a:chExt cx="379127" cy="379127"/>
                    </a:xfrm>
                  </a:grpSpPr>
                  <a:sp>
                    <a:nvSpPr>
                      <a:cNvPr id="3" name="Oval 3"/>
                      <a:cNvSpPr/>
                    </a:nvSpPr>
                    <a:spPr>
                      <a:xfrm>
                        <a:off x="3651775" y="2376685"/>
                        <a:ext cx="379127" cy="379127"/>
                      </a:xfrm>
                      <a:prstGeom prst="ellipse">
                        <a:avLst/>
                      </a:prstGeom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1200000"/>
                        </a:lightRig>
                      </a:scene3d>
                      <a:sp3d contourW="19050" prstMaterial="metal">
                        <a:bevelT w="88900" h="203200"/>
                        <a:bevelB w="165100" h="254000"/>
                      </a:sp3d>
                    </a:spPr>
                    <a:style>
                      <a:lnRef idx="0">
                        <a:schemeClr val="lt1">
                          <a:hueOff val="0"/>
                          <a:satOff val="0"/>
                          <a:lumOff val="0"/>
                          <a:alphaOff val="0"/>
                        </a:schemeClr>
                      </a:lnRef>
                      <a:fillRef idx="1">
                        <a:schemeClr val="accent6">
                          <a:hueOff val="0"/>
                          <a:satOff val="0"/>
                          <a:lumOff val="0"/>
                          <a:alphaOff val="0"/>
                        </a:schemeClr>
                      </a:fillRef>
                      <a:effectRef idx="1">
                        <a:schemeClr val="accent6">
                          <a:hueOff val="0"/>
                          <a:satOff val="0"/>
                          <a:lumOff val="0"/>
                          <a:alphaOff val="0"/>
                        </a:schemeClr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ED7661">
        <w:rPr>
          <w:noProof/>
          <w:lang w:val="en-CA" w:eastAsia="en-CA"/>
        </w:rPr>
        <w:lastRenderedPageBreak/>
        <w:drawing>
          <wp:inline distT="0" distB="0" distL="0" distR="0">
            <wp:extent cx="8251371" cy="6128657"/>
            <wp:effectExtent l="76200" t="0" r="54429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86407B" w:rsidSect="00ED76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20"/>
  <w:characterSpacingControl w:val="doNotCompress"/>
  <w:compat/>
  <w:rsids>
    <w:rsidRoot w:val="00B12F6B"/>
    <w:rsid w:val="003864DF"/>
    <w:rsid w:val="003B2E5D"/>
    <w:rsid w:val="00422613"/>
    <w:rsid w:val="005312EE"/>
    <w:rsid w:val="00616064"/>
    <w:rsid w:val="006C17AF"/>
    <w:rsid w:val="00805803"/>
    <w:rsid w:val="0082256D"/>
    <w:rsid w:val="0084530F"/>
    <w:rsid w:val="0086407B"/>
    <w:rsid w:val="008B7CE1"/>
    <w:rsid w:val="00971F93"/>
    <w:rsid w:val="00B12F6B"/>
    <w:rsid w:val="00E87ED8"/>
    <w:rsid w:val="00ED7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64"/>
  </w:style>
  <w:style w:type="paragraph" w:styleId="Heading1">
    <w:name w:val="heading 1"/>
    <w:basedOn w:val="Normal"/>
    <w:next w:val="Normal"/>
    <w:link w:val="Heading1Char"/>
    <w:uiPriority w:val="9"/>
    <w:qFormat/>
    <w:rsid w:val="006160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60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6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6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6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6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6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2A376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6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6064"/>
    <w:rPr>
      <w:rFonts w:asciiTheme="majorHAnsi" w:eastAsiaTheme="majorEastAsia" w:hAnsiTheme="majorHAnsi" w:cstheme="majorBidi"/>
      <w:b/>
      <w:bCs/>
      <w:color w:val="72A376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616064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64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64"/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64"/>
    <w:rPr>
      <w:rFonts w:asciiTheme="majorHAnsi" w:eastAsiaTheme="majorEastAsia" w:hAnsiTheme="majorHAnsi" w:cstheme="majorBidi"/>
      <w:color w:val="36533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64"/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64"/>
    <w:rPr>
      <w:rFonts w:asciiTheme="majorHAnsi" w:eastAsiaTheme="majorEastAsia" w:hAnsiTheme="majorHAnsi" w:cstheme="majorBidi"/>
      <w:color w:val="72A376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6064"/>
    <w:pPr>
      <w:spacing w:line="240" w:lineRule="auto"/>
    </w:pPr>
    <w:rPr>
      <w:b/>
      <w:bCs/>
      <w:color w:val="72A376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16064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16064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64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16064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16064"/>
    <w:rPr>
      <w:b/>
      <w:bCs/>
    </w:rPr>
  </w:style>
  <w:style w:type="character" w:styleId="Emphasis">
    <w:name w:val="Emphasis"/>
    <w:basedOn w:val="DefaultParagraphFont"/>
    <w:uiPriority w:val="20"/>
    <w:qFormat/>
    <w:rsid w:val="00616064"/>
    <w:rPr>
      <w:i/>
      <w:iCs/>
    </w:rPr>
  </w:style>
  <w:style w:type="paragraph" w:styleId="NoSpacing">
    <w:name w:val="No Spacing"/>
    <w:uiPriority w:val="1"/>
    <w:qFormat/>
    <w:rsid w:val="0061606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1606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1606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1606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64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64"/>
    <w:rPr>
      <w:b/>
      <w:bCs/>
      <w:i/>
      <w:iCs/>
      <w:color w:val="72A376" w:themeColor="accent1"/>
    </w:rPr>
  </w:style>
  <w:style w:type="character" w:styleId="SubtleEmphasis">
    <w:name w:val="Subtle Emphasis"/>
    <w:basedOn w:val="DefaultParagraphFont"/>
    <w:uiPriority w:val="19"/>
    <w:qFormat/>
    <w:rsid w:val="0061606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616064"/>
    <w:rPr>
      <w:b/>
      <w:bCs/>
      <w:i/>
      <w:iCs/>
      <w:color w:val="72A376" w:themeColor="accent1"/>
    </w:rPr>
  </w:style>
  <w:style w:type="character" w:styleId="SubtleReference">
    <w:name w:val="Subtle Reference"/>
    <w:basedOn w:val="DefaultParagraphFont"/>
    <w:uiPriority w:val="31"/>
    <w:qFormat/>
    <w:rsid w:val="00616064"/>
    <w:rPr>
      <w:smallCaps/>
      <w:color w:val="B0CCB0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16064"/>
    <w:rPr>
      <w:b/>
      <w:bCs/>
      <w:smallCaps/>
      <w:color w:val="B0CCB0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1606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606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aine\Downloads\Word%20Family%20Tree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BC03617-609D-471E-AF51-C854BD6563A5}" type="doc">
      <dgm:prSet loTypeId="urn:microsoft.com/office/officeart/2005/8/layout/hierarchy1" loCatId="hierarchy" qsTypeId="urn:microsoft.com/office/officeart/2005/8/quickstyle/3d3" qsCatId="3D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73C531B8-4907-494F-BAAE-24D801A7C815}">
      <dgm:prSet phldrT="[Text]"/>
      <dgm:spPr/>
      <dgm:t>
        <a:bodyPr/>
        <a:lstStyle/>
        <a:p>
          <a:r>
            <a:rPr lang="en-US"/>
            <a:t>Father</a:t>
          </a:r>
        </a:p>
      </dgm:t>
    </dgm:pt>
    <dgm:pt modelId="{4E166335-9C18-486A-AFCA-00C6028295D6}" type="parTrans" cxnId="{CCBEC8F9-F84C-4493-A1AF-75320D456071}">
      <dgm:prSet/>
      <dgm:spPr/>
      <dgm:t>
        <a:bodyPr/>
        <a:lstStyle/>
        <a:p>
          <a:endParaRPr lang="en-US"/>
        </a:p>
      </dgm:t>
    </dgm:pt>
    <dgm:pt modelId="{00316208-C34A-4115-8B11-566A6D0773F5}" type="sibTrans" cxnId="{CCBEC8F9-F84C-4493-A1AF-75320D456071}">
      <dgm:prSet/>
      <dgm:spPr/>
      <dgm:t>
        <a:bodyPr/>
        <a:lstStyle/>
        <a:p>
          <a:endParaRPr lang="en-US"/>
        </a:p>
      </dgm:t>
    </dgm:pt>
    <dgm:pt modelId="{AF0C46FB-7DCC-4AF6-B123-87D13C233171}">
      <dgm:prSet phldrT="[Text]"/>
      <dgm:spPr/>
      <dgm:t>
        <a:bodyPr/>
        <a:lstStyle/>
        <a:p>
          <a:r>
            <a:rPr lang="en-US"/>
            <a:t>P. Grandfather</a:t>
          </a:r>
        </a:p>
      </dgm:t>
    </dgm:pt>
    <dgm:pt modelId="{2587358F-B914-47C7-AB0C-19826BF232DA}" type="parTrans" cxnId="{8DA4B123-31EE-4B18-9F41-DF4B581A1342}">
      <dgm:prSet/>
      <dgm:spPr/>
      <dgm:t>
        <a:bodyPr/>
        <a:lstStyle/>
        <a:p>
          <a:endParaRPr lang="en-US"/>
        </a:p>
      </dgm:t>
    </dgm:pt>
    <dgm:pt modelId="{0EED345D-13D9-4C45-A0DA-58D9FA751CB6}" type="sibTrans" cxnId="{8DA4B123-31EE-4B18-9F41-DF4B581A1342}">
      <dgm:prSet/>
      <dgm:spPr/>
      <dgm:t>
        <a:bodyPr/>
        <a:lstStyle/>
        <a:p>
          <a:endParaRPr lang="en-US"/>
        </a:p>
      </dgm:t>
    </dgm:pt>
    <dgm:pt modelId="{70BAFA62-5BC4-43CC-80F3-681EB2E7496D}">
      <dgm:prSet phldrT="[Text]"/>
      <dgm:spPr/>
      <dgm:t>
        <a:bodyPr/>
        <a:lstStyle/>
        <a:p>
          <a:r>
            <a:rPr lang="en-US"/>
            <a:t>P. Grandmother</a:t>
          </a:r>
        </a:p>
      </dgm:t>
    </dgm:pt>
    <dgm:pt modelId="{FBA63BB3-D2C3-43B4-958B-42325F23A67F}" type="parTrans" cxnId="{7A1A8BAE-739F-446D-8842-B269AFB37C26}">
      <dgm:prSet/>
      <dgm:spPr/>
      <dgm:t>
        <a:bodyPr/>
        <a:lstStyle/>
        <a:p>
          <a:endParaRPr lang="en-US"/>
        </a:p>
      </dgm:t>
    </dgm:pt>
    <dgm:pt modelId="{EF958908-88AD-47F7-B971-0815C8BBCBF2}" type="sibTrans" cxnId="{7A1A8BAE-739F-446D-8842-B269AFB37C26}">
      <dgm:prSet/>
      <dgm:spPr/>
      <dgm:t>
        <a:bodyPr/>
        <a:lstStyle/>
        <a:p>
          <a:endParaRPr lang="en-US"/>
        </a:p>
      </dgm:t>
    </dgm:pt>
    <dgm:pt modelId="{51AEE2FF-3033-460A-A85B-2E7E3136562D}">
      <dgm:prSet phldrT="[Text]"/>
      <dgm:spPr/>
      <dgm:t>
        <a:bodyPr/>
        <a:lstStyle/>
        <a:p>
          <a:r>
            <a:rPr lang="en-US"/>
            <a:t>Mother</a:t>
          </a:r>
        </a:p>
      </dgm:t>
    </dgm:pt>
    <dgm:pt modelId="{10D26B38-581A-4413-AB84-2E70B0E3ECF2}" type="parTrans" cxnId="{82B62B12-CD5A-490E-8AC2-845E2617649D}">
      <dgm:prSet/>
      <dgm:spPr/>
      <dgm:t>
        <a:bodyPr/>
        <a:lstStyle/>
        <a:p>
          <a:endParaRPr lang="en-US"/>
        </a:p>
      </dgm:t>
    </dgm:pt>
    <dgm:pt modelId="{6094FE43-7548-424F-BF02-76918D28BD91}" type="sibTrans" cxnId="{82B62B12-CD5A-490E-8AC2-845E2617649D}">
      <dgm:prSet/>
      <dgm:spPr/>
      <dgm:t>
        <a:bodyPr/>
        <a:lstStyle/>
        <a:p>
          <a:endParaRPr lang="en-US"/>
        </a:p>
      </dgm:t>
    </dgm:pt>
    <dgm:pt modelId="{2A80B73F-F685-4734-9936-3845C36D16E9}">
      <dgm:prSet phldrT="[Text]"/>
      <dgm:spPr/>
      <dgm:t>
        <a:bodyPr/>
        <a:lstStyle/>
        <a:p>
          <a:r>
            <a:rPr lang="en-US"/>
            <a:t>M. Grandfather</a:t>
          </a:r>
        </a:p>
      </dgm:t>
    </dgm:pt>
    <dgm:pt modelId="{EA81E218-5476-466F-8753-3C8C551BE353}" type="parTrans" cxnId="{79BDFFF4-E6E9-48A2-A0B3-11F7EF1B1A6B}">
      <dgm:prSet/>
      <dgm:spPr/>
      <dgm:t>
        <a:bodyPr/>
        <a:lstStyle/>
        <a:p>
          <a:endParaRPr lang="en-US"/>
        </a:p>
      </dgm:t>
    </dgm:pt>
    <dgm:pt modelId="{603E834E-BE2C-41E9-933F-1B77AC291186}" type="sibTrans" cxnId="{79BDFFF4-E6E9-48A2-A0B3-11F7EF1B1A6B}">
      <dgm:prSet/>
      <dgm:spPr/>
      <dgm:t>
        <a:bodyPr/>
        <a:lstStyle/>
        <a:p>
          <a:endParaRPr lang="en-US"/>
        </a:p>
      </dgm:t>
    </dgm:pt>
    <dgm:pt modelId="{870C097C-9418-400F-ABD9-AC84B4BBAE43}">
      <dgm:prSet/>
      <dgm:spPr/>
      <dgm:t>
        <a:bodyPr/>
        <a:lstStyle/>
        <a:p>
          <a:r>
            <a:rPr lang="en-US"/>
            <a:t>M. Grandmother</a:t>
          </a:r>
        </a:p>
      </dgm:t>
    </dgm:pt>
    <dgm:pt modelId="{28DEA6FD-B12C-4274-BFC1-7FA832172E60}" type="parTrans" cxnId="{B69D4A4B-4301-4F4F-85EE-1CA725A5132C}">
      <dgm:prSet/>
      <dgm:spPr/>
      <dgm:t>
        <a:bodyPr/>
        <a:lstStyle/>
        <a:p>
          <a:endParaRPr lang="en-US"/>
        </a:p>
      </dgm:t>
    </dgm:pt>
    <dgm:pt modelId="{6BBE730F-6673-496D-B409-C2B07790DD4B}" type="sibTrans" cxnId="{B69D4A4B-4301-4F4F-85EE-1CA725A5132C}">
      <dgm:prSet/>
      <dgm:spPr/>
      <dgm:t>
        <a:bodyPr/>
        <a:lstStyle/>
        <a:p>
          <a:endParaRPr lang="en-US"/>
        </a:p>
      </dgm:t>
    </dgm:pt>
    <dgm:pt modelId="{AED5E157-8792-4215-8ECD-797F5E26FACD}">
      <dgm:prSet/>
      <dgm:spPr/>
      <dgm:t>
        <a:bodyPr/>
        <a:lstStyle/>
        <a:p>
          <a:r>
            <a:rPr lang="en-US"/>
            <a:t>G Grandfather</a:t>
          </a:r>
        </a:p>
      </dgm:t>
    </dgm:pt>
    <dgm:pt modelId="{3E82937A-990A-4C08-8F49-086B4FB49DED}" type="parTrans" cxnId="{F94E6FE6-4DF8-401E-8285-66F8003BF448}">
      <dgm:prSet/>
      <dgm:spPr/>
      <dgm:t>
        <a:bodyPr/>
        <a:lstStyle/>
        <a:p>
          <a:endParaRPr lang="en-US"/>
        </a:p>
      </dgm:t>
    </dgm:pt>
    <dgm:pt modelId="{63FFD63E-5CC3-4333-9689-091CE09CAC58}" type="sibTrans" cxnId="{F94E6FE6-4DF8-401E-8285-66F8003BF448}">
      <dgm:prSet/>
      <dgm:spPr/>
      <dgm:t>
        <a:bodyPr/>
        <a:lstStyle/>
        <a:p>
          <a:endParaRPr lang="en-US"/>
        </a:p>
      </dgm:t>
    </dgm:pt>
    <dgm:pt modelId="{94DEA49F-7A8E-4C99-96AD-C4CB71D6C0E7}">
      <dgm:prSet/>
      <dgm:spPr/>
      <dgm:t>
        <a:bodyPr/>
        <a:lstStyle/>
        <a:p>
          <a:r>
            <a:rPr lang="en-US"/>
            <a:t>G Grandmother</a:t>
          </a:r>
        </a:p>
      </dgm:t>
    </dgm:pt>
    <dgm:pt modelId="{5E1C94FE-F058-41D5-AEE1-43E735ED40CC}" type="parTrans" cxnId="{B0639980-2CD9-4C4B-B3F8-437433B6A2A8}">
      <dgm:prSet/>
      <dgm:spPr/>
      <dgm:t>
        <a:bodyPr/>
        <a:lstStyle/>
        <a:p>
          <a:endParaRPr lang="en-US"/>
        </a:p>
      </dgm:t>
    </dgm:pt>
    <dgm:pt modelId="{97B82B04-BC68-4269-8497-EF8F5695B60A}" type="sibTrans" cxnId="{B0639980-2CD9-4C4B-B3F8-437433B6A2A8}">
      <dgm:prSet/>
      <dgm:spPr/>
      <dgm:t>
        <a:bodyPr/>
        <a:lstStyle/>
        <a:p>
          <a:endParaRPr lang="en-US"/>
        </a:p>
      </dgm:t>
    </dgm:pt>
    <dgm:pt modelId="{FB60C0FE-497E-4CED-B377-6310164BE9A9}">
      <dgm:prSet/>
      <dgm:spPr/>
      <dgm:t>
        <a:bodyPr/>
        <a:lstStyle/>
        <a:p>
          <a:r>
            <a:rPr lang="en-US"/>
            <a:t>G Grandfather</a:t>
          </a:r>
        </a:p>
      </dgm:t>
    </dgm:pt>
    <dgm:pt modelId="{543F88B8-04F1-4F8F-9D6F-960BB3CB6257}" type="parTrans" cxnId="{6AFC6B30-236B-4F5A-A32B-53DCF52036CD}">
      <dgm:prSet/>
      <dgm:spPr/>
      <dgm:t>
        <a:bodyPr/>
        <a:lstStyle/>
        <a:p>
          <a:endParaRPr lang="en-US"/>
        </a:p>
      </dgm:t>
    </dgm:pt>
    <dgm:pt modelId="{E50CB375-2D8E-494D-A203-9EDCA3AAB03A}" type="sibTrans" cxnId="{6AFC6B30-236B-4F5A-A32B-53DCF52036CD}">
      <dgm:prSet/>
      <dgm:spPr/>
      <dgm:t>
        <a:bodyPr/>
        <a:lstStyle/>
        <a:p>
          <a:endParaRPr lang="en-US"/>
        </a:p>
      </dgm:t>
    </dgm:pt>
    <dgm:pt modelId="{AE532059-1F50-4907-A946-FCE75D16F499}">
      <dgm:prSet/>
      <dgm:spPr/>
      <dgm:t>
        <a:bodyPr/>
        <a:lstStyle/>
        <a:p>
          <a:r>
            <a:rPr lang="en-US"/>
            <a:t>G Grandmother</a:t>
          </a:r>
        </a:p>
      </dgm:t>
    </dgm:pt>
    <dgm:pt modelId="{84FBDA53-EA8A-4ABF-8BCB-77A16AF7D780}" type="parTrans" cxnId="{9BDCFB5C-4B21-4D2D-9FD7-D2F63BD1EE72}">
      <dgm:prSet/>
      <dgm:spPr/>
      <dgm:t>
        <a:bodyPr/>
        <a:lstStyle/>
        <a:p>
          <a:endParaRPr lang="en-US"/>
        </a:p>
      </dgm:t>
    </dgm:pt>
    <dgm:pt modelId="{EFEDE9D6-B080-49A3-AE62-9A156285534E}" type="sibTrans" cxnId="{9BDCFB5C-4B21-4D2D-9FD7-D2F63BD1EE72}">
      <dgm:prSet/>
      <dgm:spPr/>
      <dgm:t>
        <a:bodyPr/>
        <a:lstStyle/>
        <a:p>
          <a:endParaRPr lang="en-US"/>
        </a:p>
      </dgm:t>
    </dgm:pt>
    <dgm:pt modelId="{F3AA8A95-AFEC-4B67-B84A-54831C1663D7}">
      <dgm:prSet/>
      <dgm:spPr/>
      <dgm:t>
        <a:bodyPr/>
        <a:lstStyle/>
        <a:p>
          <a:r>
            <a:rPr lang="en-US"/>
            <a:t>G Grandfather</a:t>
          </a:r>
        </a:p>
      </dgm:t>
    </dgm:pt>
    <dgm:pt modelId="{8DB58840-44D7-4C10-A1EF-B40F01EE6195}" type="parTrans" cxnId="{A8EBF005-D9BB-4CF1-8C54-55E1FD907FCB}">
      <dgm:prSet/>
      <dgm:spPr/>
      <dgm:t>
        <a:bodyPr/>
        <a:lstStyle/>
        <a:p>
          <a:endParaRPr lang="en-US"/>
        </a:p>
      </dgm:t>
    </dgm:pt>
    <dgm:pt modelId="{7DB7D952-C6E0-4B8C-A142-1CA2050F8F0C}" type="sibTrans" cxnId="{A8EBF005-D9BB-4CF1-8C54-55E1FD907FCB}">
      <dgm:prSet/>
      <dgm:spPr/>
      <dgm:t>
        <a:bodyPr/>
        <a:lstStyle/>
        <a:p>
          <a:endParaRPr lang="en-US"/>
        </a:p>
      </dgm:t>
    </dgm:pt>
    <dgm:pt modelId="{94BB1E40-8479-4452-870C-4351F8065036}">
      <dgm:prSet/>
      <dgm:spPr/>
      <dgm:t>
        <a:bodyPr/>
        <a:lstStyle/>
        <a:p>
          <a:r>
            <a:rPr lang="en-US"/>
            <a:t>G Grandmother</a:t>
          </a:r>
        </a:p>
      </dgm:t>
    </dgm:pt>
    <dgm:pt modelId="{4CE17F7C-5AFC-4E0F-8F36-B8F4FB9ABD9A}" type="parTrans" cxnId="{897787F3-83DC-4D3F-B939-4515451D5348}">
      <dgm:prSet/>
      <dgm:spPr/>
      <dgm:t>
        <a:bodyPr/>
        <a:lstStyle/>
        <a:p>
          <a:endParaRPr lang="en-US"/>
        </a:p>
      </dgm:t>
    </dgm:pt>
    <dgm:pt modelId="{4214F58E-EA0A-4515-BA39-125E7FF14E56}" type="sibTrans" cxnId="{897787F3-83DC-4D3F-B939-4515451D5348}">
      <dgm:prSet/>
      <dgm:spPr/>
      <dgm:t>
        <a:bodyPr/>
        <a:lstStyle/>
        <a:p>
          <a:endParaRPr lang="en-US"/>
        </a:p>
      </dgm:t>
    </dgm:pt>
    <dgm:pt modelId="{6035DABD-6BD2-42F1-AA93-D43D97FE5901}">
      <dgm:prSet/>
      <dgm:spPr/>
      <dgm:t>
        <a:bodyPr/>
        <a:lstStyle/>
        <a:p>
          <a:r>
            <a:rPr lang="en-US"/>
            <a:t>G Grandfather</a:t>
          </a:r>
        </a:p>
      </dgm:t>
    </dgm:pt>
    <dgm:pt modelId="{CDAAFE44-9316-4786-8051-E183D1D11DCB}" type="parTrans" cxnId="{753E2FA7-4049-4853-9C6C-A46EAFDDAC39}">
      <dgm:prSet/>
      <dgm:spPr/>
      <dgm:t>
        <a:bodyPr/>
        <a:lstStyle/>
        <a:p>
          <a:endParaRPr lang="en-US"/>
        </a:p>
      </dgm:t>
    </dgm:pt>
    <dgm:pt modelId="{B442112C-2E96-43C4-A3CB-4270D214DBE1}" type="sibTrans" cxnId="{753E2FA7-4049-4853-9C6C-A46EAFDDAC39}">
      <dgm:prSet/>
      <dgm:spPr/>
      <dgm:t>
        <a:bodyPr/>
        <a:lstStyle/>
        <a:p>
          <a:endParaRPr lang="en-US"/>
        </a:p>
      </dgm:t>
    </dgm:pt>
    <dgm:pt modelId="{6D286D51-99E7-42C8-A7B5-977AE6406BF3}">
      <dgm:prSet/>
      <dgm:spPr/>
      <dgm:t>
        <a:bodyPr/>
        <a:lstStyle/>
        <a:p>
          <a:r>
            <a:rPr lang="en-US"/>
            <a:t>G Grandmother</a:t>
          </a:r>
        </a:p>
      </dgm:t>
    </dgm:pt>
    <dgm:pt modelId="{4D3C47AB-4B01-4AC9-9A69-23E0EEBA8545}" type="parTrans" cxnId="{4B73E42E-19AF-41CB-8933-A03C942F8EA3}">
      <dgm:prSet/>
      <dgm:spPr/>
      <dgm:t>
        <a:bodyPr/>
        <a:lstStyle/>
        <a:p>
          <a:endParaRPr lang="en-US"/>
        </a:p>
      </dgm:t>
    </dgm:pt>
    <dgm:pt modelId="{E0B20E7E-457D-449E-B89A-0A1C8ABA6285}" type="sibTrans" cxnId="{4B73E42E-19AF-41CB-8933-A03C942F8EA3}">
      <dgm:prSet/>
      <dgm:spPr/>
      <dgm:t>
        <a:bodyPr/>
        <a:lstStyle/>
        <a:p>
          <a:endParaRPr lang="en-US"/>
        </a:p>
      </dgm:t>
    </dgm:pt>
    <dgm:pt modelId="{9DA33316-5DAE-49E1-A836-65A836D6F79E}">
      <dgm:prSet phldrT="[Text]"/>
      <dgm:spPr/>
      <dgm:t>
        <a:bodyPr/>
        <a:lstStyle/>
        <a:p>
          <a:r>
            <a:rPr lang="en-US"/>
            <a:t>brother/sister</a:t>
          </a:r>
        </a:p>
      </dgm:t>
    </dgm:pt>
    <dgm:pt modelId="{20C8F4F3-A1D4-4EE4-A716-C2F891DFB2A4}" type="sibTrans" cxnId="{1E155761-FE16-4C65-AF64-D032382E2657}">
      <dgm:prSet/>
      <dgm:spPr/>
      <dgm:t>
        <a:bodyPr/>
        <a:lstStyle/>
        <a:p>
          <a:endParaRPr lang="en-US"/>
        </a:p>
      </dgm:t>
    </dgm:pt>
    <dgm:pt modelId="{BB4FA186-53F5-4EA1-92FF-1FA35863250F}" type="parTrans" cxnId="{1E155761-FE16-4C65-AF64-D032382E2657}">
      <dgm:prSet/>
      <dgm:spPr/>
      <dgm:t>
        <a:bodyPr/>
        <a:lstStyle/>
        <a:p>
          <a:endParaRPr lang="en-US"/>
        </a:p>
      </dgm:t>
    </dgm:pt>
    <dgm:pt modelId="{D1FA6EC4-7EBD-4E33-984B-62C556677481}">
      <dgm:prSet phldrT="[Text]"/>
      <dgm:spPr/>
      <dgm:t>
        <a:bodyPr/>
        <a:lstStyle/>
        <a:p>
          <a:r>
            <a:rPr lang="en-US"/>
            <a:t>brother/sister</a:t>
          </a:r>
        </a:p>
      </dgm:t>
    </dgm:pt>
    <dgm:pt modelId="{3789D9E3-5768-4772-B65C-314A3B88F0FE}" type="parTrans" cxnId="{0DBE55C5-618D-4927-A009-E41672FAC684}">
      <dgm:prSet/>
      <dgm:spPr/>
      <dgm:t>
        <a:bodyPr/>
        <a:lstStyle/>
        <a:p>
          <a:endParaRPr lang="en-CA"/>
        </a:p>
      </dgm:t>
    </dgm:pt>
    <dgm:pt modelId="{5D4FBE0D-D011-4E60-A591-5680A1FCB726}" type="sibTrans" cxnId="{0DBE55C5-618D-4927-A009-E41672FAC684}">
      <dgm:prSet/>
      <dgm:spPr/>
      <dgm:t>
        <a:bodyPr/>
        <a:lstStyle/>
        <a:p>
          <a:endParaRPr lang="en-CA"/>
        </a:p>
      </dgm:t>
    </dgm:pt>
    <dgm:pt modelId="{9FE128AA-6C58-4B00-88F3-AF9444B69B28}">
      <dgm:prSet phldrT="[Text]"/>
      <dgm:spPr/>
      <dgm:t>
        <a:bodyPr/>
        <a:lstStyle/>
        <a:p>
          <a:r>
            <a:rPr lang="en-US"/>
            <a:t>brother/sister</a:t>
          </a:r>
        </a:p>
      </dgm:t>
    </dgm:pt>
    <dgm:pt modelId="{5A40779D-9223-4D1C-A64D-C9D989379402}" type="parTrans" cxnId="{AAF7BF84-5228-4900-B6DD-12B0AF6D8423}">
      <dgm:prSet/>
      <dgm:spPr/>
      <dgm:t>
        <a:bodyPr/>
        <a:lstStyle/>
        <a:p>
          <a:endParaRPr lang="en-CA"/>
        </a:p>
      </dgm:t>
    </dgm:pt>
    <dgm:pt modelId="{4B8D556F-1C5D-4097-863A-EC7E44262ECE}" type="sibTrans" cxnId="{AAF7BF84-5228-4900-B6DD-12B0AF6D8423}">
      <dgm:prSet/>
      <dgm:spPr/>
      <dgm:t>
        <a:bodyPr/>
        <a:lstStyle/>
        <a:p>
          <a:endParaRPr lang="en-CA"/>
        </a:p>
      </dgm:t>
    </dgm:pt>
    <dgm:pt modelId="{9CCD6B20-0383-4748-8F6A-FCCBC9CEF5EA}">
      <dgm:prSet phldrT="[Text]"/>
      <dgm:spPr/>
      <dgm:t>
        <a:bodyPr/>
        <a:lstStyle/>
        <a:p>
          <a:r>
            <a:rPr lang="en-US"/>
            <a:t>me</a:t>
          </a:r>
        </a:p>
      </dgm:t>
    </dgm:pt>
    <dgm:pt modelId="{394DCBFB-7B6E-4D51-830C-A9C13A84F903}" type="parTrans" cxnId="{9EA24B8A-CD55-44B6-B2F5-AA7AB3C7FC87}">
      <dgm:prSet/>
      <dgm:spPr/>
      <dgm:t>
        <a:bodyPr/>
        <a:lstStyle/>
        <a:p>
          <a:endParaRPr lang="en-CA"/>
        </a:p>
      </dgm:t>
    </dgm:pt>
    <dgm:pt modelId="{6510875B-473F-4BBF-8941-3A7F63756225}" type="sibTrans" cxnId="{9EA24B8A-CD55-44B6-B2F5-AA7AB3C7FC87}">
      <dgm:prSet/>
      <dgm:spPr/>
      <dgm:t>
        <a:bodyPr/>
        <a:lstStyle/>
        <a:p>
          <a:endParaRPr lang="en-CA"/>
        </a:p>
      </dgm:t>
    </dgm:pt>
    <dgm:pt modelId="{3D0070EF-B501-4D10-A4FF-0F4B8C2DE130}" type="pres">
      <dgm:prSet presAssocID="{BBC03617-609D-471E-AF51-C854BD6563A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CA"/>
        </a:p>
      </dgm:t>
    </dgm:pt>
    <dgm:pt modelId="{F80326E1-FF8F-41F2-A06B-11DFE162A04B}" type="pres">
      <dgm:prSet presAssocID="{9DA33316-5DAE-49E1-A836-65A836D6F79E}" presName="hierRoot1" presStyleCnt="0"/>
      <dgm:spPr/>
      <dgm:t>
        <a:bodyPr/>
        <a:lstStyle/>
        <a:p>
          <a:endParaRPr lang="en-CA"/>
        </a:p>
      </dgm:t>
    </dgm:pt>
    <dgm:pt modelId="{614AECE8-6F56-4C6D-A357-152CE9A193BA}" type="pres">
      <dgm:prSet presAssocID="{9DA33316-5DAE-49E1-A836-65A836D6F79E}" presName="composite" presStyleCnt="0"/>
      <dgm:spPr/>
      <dgm:t>
        <a:bodyPr/>
        <a:lstStyle/>
        <a:p>
          <a:endParaRPr lang="en-CA"/>
        </a:p>
      </dgm:t>
    </dgm:pt>
    <dgm:pt modelId="{12C2D008-10AF-4545-A09B-1A10A779A098}" type="pres">
      <dgm:prSet presAssocID="{9DA33316-5DAE-49E1-A836-65A836D6F79E}" presName="background" presStyleLbl="node0" presStyleIdx="0" presStyleCnt="4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CA"/>
        </a:p>
      </dgm:t>
    </dgm:pt>
    <dgm:pt modelId="{39E85763-F452-42A2-9FB6-70F564DD1CE8}" type="pres">
      <dgm:prSet presAssocID="{9DA33316-5DAE-49E1-A836-65A836D6F79E}" presName="text" presStyleLbl="fgAcc0" presStyleIdx="0" presStyleCnt="4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97F9666C-0C77-4B4D-880B-1D1F674778B4}" type="pres">
      <dgm:prSet presAssocID="{9DA33316-5DAE-49E1-A836-65A836D6F79E}" presName="hierChild2" presStyleCnt="0"/>
      <dgm:spPr/>
      <dgm:t>
        <a:bodyPr/>
        <a:lstStyle/>
        <a:p>
          <a:endParaRPr lang="en-CA"/>
        </a:p>
      </dgm:t>
    </dgm:pt>
    <dgm:pt modelId="{592498CD-6F31-4570-AC31-4C0C1E469342}" type="pres">
      <dgm:prSet presAssocID="{D1FA6EC4-7EBD-4E33-984B-62C556677481}" presName="hierRoot1" presStyleCnt="0"/>
      <dgm:spPr/>
      <dgm:t>
        <a:bodyPr/>
        <a:lstStyle/>
        <a:p>
          <a:endParaRPr lang="en-CA"/>
        </a:p>
      </dgm:t>
    </dgm:pt>
    <dgm:pt modelId="{D9556B58-1212-4B71-AFA8-D8260C5FBFD0}" type="pres">
      <dgm:prSet presAssocID="{D1FA6EC4-7EBD-4E33-984B-62C556677481}" presName="composite" presStyleCnt="0"/>
      <dgm:spPr/>
      <dgm:t>
        <a:bodyPr/>
        <a:lstStyle/>
        <a:p>
          <a:endParaRPr lang="en-CA"/>
        </a:p>
      </dgm:t>
    </dgm:pt>
    <dgm:pt modelId="{EEC264D6-71F5-496A-8163-C4865244A433}" type="pres">
      <dgm:prSet presAssocID="{D1FA6EC4-7EBD-4E33-984B-62C556677481}" presName="background" presStyleLbl="node0" presStyleIdx="1" presStyleCnt="4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CA"/>
        </a:p>
      </dgm:t>
    </dgm:pt>
    <dgm:pt modelId="{42AA8E8D-54C2-4A99-8869-FC1BEC29B4EB}" type="pres">
      <dgm:prSet presAssocID="{D1FA6EC4-7EBD-4E33-984B-62C556677481}" presName="text" presStyleLbl="fgAcc0" presStyleIdx="1" presStyleCnt="4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A03BD5B7-3D40-4AE2-875F-A5BC0B469E43}" type="pres">
      <dgm:prSet presAssocID="{D1FA6EC4-7EBD-4E33-984B-62C556677481}" presName="hierChild2" presStyleCnt="0"/>
      <dgm:spPr/>
      <dgm:t>
        <a:bodyPr/>
        <a:lstStyle/>
        <a:p>
          <a:endParaRPr lang="en-CA"/>
        </a:p>
      </dgm:t>
    </dgm:pt>
    <dgm:pt modelId="{C3F73AF9-FB0B-4190-BAD4-65151BF045F5}" type="pres">
      <dgm:prSet presAssocID="{9FE128AA-6C58-4B00-88F3-AF9444B69B28}" presName="hierRoot1" presStyleCnt="0"/>
      <dgm:spPr/>
    </dgm:pt>
    <dgm:pt modelId="{802992F3-C224-4385-AEE3-44064E26BC3A}" type="pres">
      <dgm:prSet presAssocID="{9FE128AA-6C58-4B00-88F3-AF9444B69B28}" presName="composite" presStyleCnt="0"/>
      <dgm:spPr/>
    </dgm:pt>
    <dgm:pt modelId="{4897E7F1-C092-4535-8829-ADE60C9C1D10}" type="pres">
      <dgm:prSet presAssocID="{9FE128AA-6C58-4B00-88F3-AF9444B69B28}" presName="background" presStyleLbl="node0" presStyleIdx="2" presStyleCnt="4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CA"/>
        </a:p>
      </dgm:t>
    </dgm:pt>
    <dgm:pt modelId="{C80A653D-7E57-4D4C-99A6-8030E0125759}" type="pres">
      <dgm:prSet presAssocID="{9FE128AA-6C58-4B00-88F3-AF9444B69B28}" presName="text" presStyleLbl="fgAcc0" presStyleIdx="2" presStyleCnt="4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1823E734-E408-4406-B967-6755D183C86D}" type="pres">
      <dgm:prSet presAssocID="{9FE128AA-6C58-4B00-88F3-AF9444B69B28}" presName="hierChild2" presStyleCnt="0"/>
      <dgm:spPr/>
    </dgm:pt>
    <dgm:pt modelId="{617D6C52-2004-40BF-92F7-F2D691E32C63}" type="pres">
      <dgm:prSet presAssocID="{9CCD6B20-0383-4748-8F6A-FCCBC9CEF5EA}" presName="hierRoot1" presStyleCnt="0"/>
      <dgm:spPr/>
    </dgm:pt>
    <dgm:pt modelId="{2B91400E-B873-4F8A-A6ED-D28AADD03373}" type="pres">
      <dgm:prSet presAssocID="{9CCD6B20-0383-4748-8F6A-FCCBC9CEF5EA}" presName="composite" presStyleCnt="0"/>
      <dgm:spPr/>
    </dgm:pt>
    <dgm:pt modelId="{45720040-5907-4E71-8FDC-4DA7BDE5AECA}" type="pres">
      <dgm:prSet presAssocID="{9CCD6B20-0383-4748-8F6A-FCCBC9CEF5EA}" presName="background" presStyleLbl="node0" presStyleIdx="3" presStyleCnt="4"/>
      <dgm:spPr/>
    </dgm:pt>
    <dgm:pt modelId="{ED330474-93D5-4182-9695-E8E5CE49E2F6}" type="pres">
      <dgm:prSet presAssocID="{9CCD6B20-0383-4748-8F6A-FCCBC9CEF5EA}" presName="text" presStyleLbl="fgAcc0" presStyleIdx="3" presStyleCnt="4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C5E4302D-5666-4EDF-8943-015FD9847B70}" type="pres">
      <dgm:prSet presAssocID="{9CCD6B20-0383-4748-8F6A-FCCBC9CEF5EA}" presName="hierChild2" presStyleCnt="0"/>
      <dgm:spPr/>
    </dgm:pt>
    <dgm:pt modelId="{54BD2829-F8C0-4AA6-8A37-1889D8A1BADD}" type="pres">
      <dgm:prSet presAssocID="{4E166335-9C18-486A-AFCA-00C6028295D6}" presName="Name10" presStyleLbl="parChTrans1D2" presStyleIdx="0" presStyleCnt="2"/>
      <dgm:spPr/>
      <dgm:t>
        <a:bodyPr/>
        <a:lstStyle/>
        <a:p>
          <a:endParaRPr lang="en-CA"/>
        </a:p>
      </dgm:t>
    </dgm:pt>
    <dgm:pt modelId="{CD7C0233-AA44-4445-B7CF-658CE3E9BCFB}" type="pres">
      <dgm:prSet presAssocID="{73C531B8-4907-494F-BAAE-24D801A7C815}" presName="hierRoot2" presStyleCnt="0"/>
      <dgm:spPr/>
      <dgm:t>
        <a:bodyPr/>
        <a:lstStyle/>
        <a:p>
          <a:endParaRPr lang="en-CA"/>
        </a:p>
      </dgm:t>
    </dgm:pt>
    <dgm:pt modelId="{7CDAB895-2BF4-4093-9DE2-C159FF9CB99A}" type="pres">
      <dgm:prSet presAssocID="{73C531B8-4907-494F-BAAE-24D801A7C815}" presName="composite2" presStyleCnt="0"/>
      <dgm:spPr/>
      <dgm:t>
        <a:bodyPr/>
        <a:lstStyle/>
        <a:p>
          <a:endParaRPr lang="en-CA"/>
        </a:p>
      </dgm:t>
    </dgm:pt>
    <dgm:pt modelId="{BA0C72F4-8584-426D-BEA0-BF06073FEB87}" type="pres">
      <dgm:prSet presAssocID="{73C531B8-4907-494F-BAAE-24D801A7C815}" presName="background2" presStyleLbl="node2" presStyleIdx="0" presStyleCnt="2"/>
      <dgm:spPr/>
      <dgm:t>
        <a:bodyPr/>
        <a:lstStyle/>
        <a:p>
          <a:endParaRPr lang="en-CA"/>
        </a:p>
      </dgm:t>
    </dgm:pt>
    <dgm:pt modelId="{F40F3BD8-B299-43A8-8446-AAF67E40B509}" type="pres">
      <dgm:prSet presAssocID="{73C531B8-4907-494F-BAAE-24D801A7C815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95A67085-6391-4A04-9C6F-9C35E99911DD}" type="pres">
      <dgm:prSet presAssocID="{73C531B8-4907-494F-BAAE-24D801A7C815}" presName="hierChild3" presStyleCnt="0"/>
      <dgm:spPr/>
      <dgm:t>
        <a:bodyPr/>
        <a:lstStyle/>
        <a:p>
          <a:endParaRPr lang="en-CA"/>
        </a:p>
      </dgm:t>
    </dgm:pt>
    <dgm:pt modelId="{9D697604-B17C-4E20-B97B-69B0496F09F3}" type="pres">
      <dgm:prSet presAssocID="{2587358F-B914-47C7-AB0C-19826BF232DA}" presName="Name17" presStyleLbl="parChTrans1D3" presStyleIdx="0" presStyleCnt="4"/>
      <dgm:spPr/>
      <dgm:t>
        <a:bodyPr/>
        <a:lstStyle/>
        <a:p>
          <a:endParaRPr lang="en-CA"/>
        </a:p>
      </dgm:t>
    </dgm:pt>
    <dgm:pt modelId="{79F1C629-7052-46E2-8166-1B0AFD179C35}" type="pres">
      <dgm:prSet presAssocID="{AF0C46FB-7DCC-4AF6-B123-87D13C233171}" presName="hierRoot3" presStyleCnt="0"/>
      <dgm:spPr/>
      <dgm:t>
        <a:bodyPr/>
        <a:lstStyle/>
        <a:p>
          <a:endParaRPr lang="en-CA"/>
        </a:p>
      </dgm:t>
    </dgm:pt>
    <dgm:pt modelId="{E4991EEB-8159-41C4-8385-0717A8D874DF}" type="pres">
      <dgm:prSet presAssocID="{AF0C46FB-7DCC-4AF6-B123-87D13C233171}" presName="composite3" presStyleCnt="0"/>
      <dgm:spPr/>
      <dgm:t>
        <a:bodyPr/>
        <a:lstStyle/>
        <a:p>
          <a:endParaRPr lang="en-CA"/>
        </a:p>
      </dgm:t>
    </dgm:pt>
    <dgm:pt modelId="{DAC0B2EF-F7B6-4916-ACF5-05F6882EF101}" type="pres">
      <dgm:prSet presAssocID="{AF0C46FB-7DCC-4AF6-B123-87D13C233171}" presName="background3" presStyleLbl="node3" presStyleIdx="0" presStyleCnt="4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CA"/>
        </a:p>
      </dgm:t>
    </dgm:pt>
    <dgm:pt modelId="{2BF2780C-1EA9-4E06-BA17-5195A1C8D387}" type="pres">
      <dgm:prSet presAssocID="{AF0C46FB-7DCC-4AF6-B123-87D13C233171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06346486-842F-4202-99F9-D55282D80E57}" type="pres">
      <dgm:prSet presAssocID="{AF0C46FB-7DCC-4AF6-B123-87D13C233171}" presName="hierChild4" presStyleCnt="0"/>
      <dgm:spPr/>
      <dgm:t>
        <a:bodyPr/>
        <a:lstStyle/>
        <a:p>
          <a:endParaRPr lang="en-CA"/>
        </a:p>
      </dgm:t>
    </dgm:pt>
    <dgm:pt modelId="{CE8D8123-B3AA-453F-9B33-F4735AFD7285}" type="pres">
      <dgm:prSet presAssocID="{3E82937A-990A-4C08-8F49-086B4FB49DED}" presName="Name23" presStyleLbl="parChTrans1D4" presStyleIdx="0" presStyleCnt="8"/>
      <dgm:spPr/>
      <dgm:t>
        <a:bodyPr/>
        <a:lstStyle/>
        <a:p>
          <a:endParaRPr lang="en-CA"/>
        </a:p>
      </dgm:t>
    </dgm:pt>
    <dgm:pt modelId="{3ECA6B80-2893-4C8B-B677-741F59505B64}" type="pres">
      <dgm:prSet presAssocID="{AED5E157-8792-4215-8ECD-797F5E26FACD}" presName="hierRoot4" presStyleCnt="0"/>
      <dgm:spPr/>
      <dgm:t>
        <a:bodyPr/>
        <a:lstStyle/>
        <a:p>
          <a:endParaRPr lang="en-CA"/>
        </a:p>
      </dgm:t>
    </dgm:pt>
    <dgm:pt modelId="{1DD87CBD-23AA-4550-A9EA-D624916AB316}" type="pres">
      <dgm:prSet presAssocID="{AED5E157-8792-4215-8ECD-797F5E26FACD}" presName="composite4" presStyleCnt="0"/>
      <dgm:spPr/>
      <dgm:t>
        <a:bodyPr/>
        <a:lstStyle/>
        <a:p>
          <a:endParaRPr lang="en-CA"/>
        </a:p>
      </dgm:t>
    </dgm:pt>
    <dgm:pt modelId="{A701A8AF-761B-4FEB-98FE-F4DC8A39E2B6}" type="pres">
      <dgm:prSet presAssocID="{AED5E157-8792-4215-8ECD-797F5E26FACD}" presName="background4" presStyleLbl="node4" presStyleIdx="0" presStyleCnt="8"/>
      <dgm:spPr/>
      <dgm:t>
        <a:bodyPr/>
        <a:lstStyle/>
        <a:p>
          <a:endParaRPr lang="en-CA"/>
        </a:p>
      </dgm:t>
    </dgm:pt>
    <dgm:pt modelId="{F15A5E8B-9F8F-41DF-9EAB-6DEDEBBC96AF}" type="pres">
      <dgm:prSet presAssocID="{AED5E157-8792-4215-8ECD-797F5E26FACD}" presName="text4" presStyleLbl="fgAcc4" presStyleIdx="0" presStyleCnt="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D87F4F6A-DD2C-47BB-8CC0-9D3EC32D1A9A}" type="pres">
      <dgm:prSet presAssocID="{AED5E157-8792-4215-8ECD-797F5E26FACD}" presName="hierChild5" presStyleCnt="0"/>
      <dgm:spPr/>
      <dgm:t>
        <a:bodyPr/>
        <a:lstStyle/>
        <a:p>
          <a:endParaRPr lang="en-CA"/>
        </a:p>
      </dgm:t>
    </dgm:pt>
    <dgm:pt modelId="{64EAC423-CF88-4C24-AAC5-1B4EDBA941DA}" type="pres">
      <dgm:prSet presAssocID="{5E1C94FE-F058-41D5-AEE1-43E735ED40CC}" presName="Name23" presStyleLbl="parChTrans1D4" presStyleIdx="1" presStyleCnt="8"/>
      <dgm:spPr/>
      <dgm:t>
        <a:bodyPr/>
        <a:lstStyle/>
        <a:p>
          <a:endParaRPr lang="en-CA"/>
        </a:p>
      </dgm:t>
    </dgm:pt>
    <dgm:pt modelId="{CE17647F-2818-460B-B751-55C57D8845E7}" type="pres">
      <dgm:prSet presAssocID="{94DEA49F-7A8E-4C99-96AD-C4CB71D6C0E7}" presName="hierRoot4" presStyleCnt="0"/>
      <dgm:spPr/>
      <dgm:t>
        <a:bodyPr/>
        <a:lstStyle/>
        <a:p>
          <a:endParaRPr lang="en-CA"/>
        </a:p>
      </dgm:t>
    </dgm:pt>
    <dgm:pt modelId="{9794804F-44DD-4CCC-ADDC-ABC3132DA3A3}" type="pres">
      <dgm:prSet presAssocID="{94DEA49F-7A8E-4C99-96AD-C4CB71D6C0E7}" presName="composite4" presStyleCnt="0"/>
      <dgm:spPr/>
      <dgm:t>
        <a:bodyPr/>
        <a:lstStyle/>
        <a:p>
          <a:endParaRPr lang="en-CA"/>
        </a:p>
      </dgm:t>
    </dgm:pt>
    <dgm:pt modelId="{3F8ABEA4-B531-44C0-AB41-71AEE91EDCB7}" type="pres">
      <dgm:prSet presAssocID="{94DEA49F-7A8E-4C99-96AD-C4CB71D6C0E7}" presName="background4" presStyleLbl="node4" presStyleIdx="1" presStyleCnt="8"/>
      <dgm:spPr/>
      <dgm:t>
        <a:bodyPr/>
        <a:lstStyle/>
        <a:p>
          <a:endParaRPr lang="en-CA"/>
        </a:p>
      </dgm:t>
    </dgm:pt>
    <dgm:pt modelId="{A5868D62-AB4C-4793-94B3-BE54482B1221}" type="pres">
      <dgm:prSet presAssocID="{94DEA49F-7A8E-4C99-96AD-C4CB71D6C0E7}" presName="text4" presStyleLbl="fgAcc4" presStyleIdx="1" presStyleCnt="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37667763-B077-4467-AB80-448D0859709A}" type="pres">
      <dgm:prSet presAssocID="{94DEA49F-7A8E-4C99-96AD-C4CB71D6C0E7}" presName="hierChild5" presStyleCnt="0"/>
      <dgm:spPr/>
      <dgm:t>
        <a:bodyPr/>
        <a:lstStyle/>
        <a:p>
          <a:endParaRPr lang="en-CA"/>
        </a:p>
      </dgm:t>
    </dgm:pt>
    <dgm:pt modelId="{9926EF12-5A1F-4584-B706-FB05E60D32FF}" type="pres">
      <dgm:prSet presAssocID="{FBA63BB3-D2C3-43B4-958B-42325F23A67F}" presName="Name17" presStyleLbl="parChTrans1D3" presStyleIdx="1" presStyleCnt="4"/>
      <dgm:spPr/>
      <dgm:t>
        <a:bodyPr/>
        <a:lstStyle/>
        <a:p>
          <a:endParaRPr lang="en-CA"/>
        </a:p>
      </dgm:t>
    </dgm:pt>
    <dgm:pt modelId="{64C8F8E3-744E-4AF9-80E4-27010487E1CE}" type="pres">
      <dgm:prSet presAssocID="{70BAFA62-5BC4-43CC-80F3-681EB2E7496D}" presName="hierRoot3" presStyleCnt="0"/>
      <dgm:spPr/>
      <dgm:t>
        <a:bodyPr/>
        <a:lstStyle/>
        <a:p>
          <a:endParaRPr lang="en-CA"/>
        </a:p>
      </dgm:t>
    </dgm:pt>
    <dgm:pt modelId="{40DDB79C-6062-4ED8-9038-043744F15C4F}" type="pres">
      <dgm:prSet presAssocID="{70BAFA62-5BC4-43CC-80F3-681EB2E7496D}" presName="composite3" presStyleCnt="0"/>
      <dgm:spPr/>
      <dgm:t>
        <a:bodyPr/>
        <a:lstStyle/>
        <a:p>
          <a:endParaRPr lang="en-CA"/>
        </a:p>
      </dgm:t>
    </dgm:pt>
    <dgm:pt modelId="{8C1B8905-F24B-4102-B81A-B44EF0DB2916}" type="pres">
      <dgm:prSet presAssocID="{70BAFA62-5BC4-43CC-80F3-681EB2E7496D}" presName="background3" presStyleLbl="node3" presStyleIdx="1" presStyleCnt="4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CA"/>
        </a:p>
      </dgm:t>
    </dgm:pt>
    <dgm:pt modelId="{BD476D7C-7B64-46B2-B87D-44B593B2263D}" type="pres">
      <dgm:prSet presAssocID="{70BAFA62-5BC4-43CC-80F3-681EB2E7496D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5473C582-21A0-45EC-8E3B-AFE16DA69AD7}" type="pres">
      <dgm:prSet presAssocID="{70BAFA62-5BC4-43CC-80F3-681EB2E7496D}" presName="hierChild4" presStyleCnt="0"/>
      <dgm:spPr/>
      <dgm:t>
        <a:bodyPr/>
        <a:lstStyle/>
        <a:p>
          <a:endParaRPr lang="en-CA"/>
        </a:p>
      </dgm:t>
    </dgm:pt>
    <dgm:pt modelId="{435D96F9-FCE7-4506-A40E-7F5B0C57036A}" type="pres">
      <dgm:prSet presAssocID="{543F88B8-04F1-4F8F-9D6F-960BB3CB6257}" presName="Name23" presStyleLbl="parChTrans1D4" presStyleIdx="2" presStyleCnt="8"/>
      <dgm:spPr/>
      <dgm:t>
        <a:bodyPr/>
        <a:lstStyle/>
        <a:p>
          <a:endParaRPr lang="en-CA"/>
        </a:p>
      </dgm:t>
    </dgm:pt>
    <dgm:pt modelId="{2E32A542-3785-4FF2-93C3-F9F566FDC572}" type="pres">
      <dgm:prSet presAssocID="{FB60C0FE-497E-4CED-B377-6310164BE9A9}" presName="hierRoot4" presStyleCnt="0"/>
      <dgm:spPr/>
      <dgm:t>
        <a:bodyPr/>
        <a:lstStyle/>
        <a:p>
          <a:endParaRPr lang="en-CA"/>
        </a:p>
      </dgm:t>
    </dgm:pt>
    <dgm:pt modelId="{B8B4A512-29C8-46D9-B5EC-B6E7A5298A3D}" type="pres">
      <dgm:prSet presAssocID="{FB60C0FE-497E-4CED-B377-6310164BE9A9}" presName="composite4" presStyleCnt="0"/>
      <dgm:spPr/>
      <dgm:t>
        <a:bodyPr/>
        <a:lstStyle/>
        <a:p>
          <a:endParaRPr lang="en-CA"/>
        </a:p>
      </dgm:t>
    </dgm:pt>
    <dgm:pt modelId="{70742B72-C491-4DEE-A743-5D8C326E1DF5}" type="pres">
      <dgm:prSet presAssocID="{FB60C0FE-497E-4CED-B377-6310164BE9A9}" presName="background4" presStyleLbl="node4" presStyleIdx="2" presStyleCnt="8"/>
      <dgm:spPr/>
      <dgm:t>
        <a:bodyPr/>
        <a:lstStyle/>
        <a:p>
          <a:endParaRPr lang="en-CA"/>
        </a:p>
      </dgm:t>
    </dgm:pt>
    <dgm:pt modelId="{F748205C-F50D-4B26-966B-6F12ACB1A21E}" type="pres">
      <dgm:prSet presAssocID="{FB60C0FE-497E-4CED-B377-6310164BE9A9}" presName="text4" presStyleLbl="fgAcc4" presStyleIdx="2" presStyleCnt="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60858FD9-5160-4384-A570-76122E3B4F0B}" type="pres">
      <dgm:prSet presAssocID="{FB60C0FE-497E-4CED-B377-6310164BE9A9}" presName="hierChild5" presStyleCnt="0"/>
      <dgm:spPr/>
      <dgm:t>
        <a:bodyPr/>
        <a:lstStyle/>
        <a:p>
          <a:endParaRPr lang="en-CA"/>
        </a:p>
      </dgm:t>
    </dgm:pt>
    <dgm:pt modelId="{ACEE5A5A-D332-46E7-8A7A-55CC427F980B}" type="pres">
      <dgm:prSet presAssocID="{84FBDA53-EA8A-4ABF-8BCB-77A16AF7D780}" presName="Name23" presStyleLbl="parChTrans1D4" presStyleIdx="3" presStyleCnt="8"/>
      <dgm:spPr/>
      <dgm:t>
        <a:bodyPr/>
        <a:lstStyle/>
        <a:p>
          <a:endParaRPr lang="en-CA"/>
        </a:p>
      </dgm:t>
    </dgm:pt>
    <dgm:pt modelId="{03382FF3-04EC-4E89-B924-FFE4C5D7CCC8}" type="pres">
      <dgm:prSet presAssocID="{AE532059-1F50-4907-A946-FCE75D16F499}" presName="hierRoot4" presStyleCnt="0"/>
      <dgm:spPr/>
      <dgm:t>
        <a:bodyPr/>
        <a:lstStyle/>
        <a:p>
          <a:endParaRPr lang="en-CA"/>
        </a:p>
      </dgm:t>
    </dgm:pt>
    <dgm:pt modelId="{405FDAD7-55B0-450E-BB09-DA66A45FF4C1}" type="pres">
      <dgm:prSet presAssocID="{AE532059-1F50-4907-A946-FCE75D16F499}" presName="composite4" presStyleCnt="0"/>
      <dgm:spPr/>
      <dgm:t>
        <a:bodyPr/>
        <a:lstStyle/>
        <a:p>
          <a:endParaRPr lang="en-CA"/>
        </a:p>
      </dgm:t>
    </dgm:pt>
    <dgm:pt modelId="{64A37CB1-6C2C-47B8-9E66-9946A9AC33EC}" type="pres">
      <dgm:prSet presAssocID="{AE532059-1F50-4907-A946-FCE75D16F499}" presName="background4" presStyleLbl="node4" presStyleIdx="3" presStyleCnt="8"/>
      <dgm:spPr/>
      <dgm:t>
        <a:bodyPr/>
        <a:lstStyle/>
        <a:p>
          <a:endParaRPr lang="en-CA"/>
        </a:p>
      </dgm:t>
    </dgm:pt>
    <dgm:pt modelId="{27456DD6-B220-4739-B3F2-87AAB7580034}" type="pres">
      <dgm:prSet presAssocID="{AE532059-1F50-4907-A946-FCE75D16F499}" presName="text4" presStyleLbl="fgAcc4" presStyleIdx="3" presStyleCnt="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3027E2EE-52B9-413E-9813-897ED500E828}" type="pres">
      <dgm:prSet presAssocID="{AE532059-1F50-4907-A946-FCE75D16F499}" presName="hierChild5" presStyleCnt="0"/>
      <dgm:spPr/>
      <dgm:t>
        <a:bodyPr/>
        <a:lstStyle/>
        <a:p>
          <a:endParaRPr lang="en-CA"/>
        </a:p>
      </dgm:t>
    </dgm:pt>
    <dgm:pt modelId="{F058EACB-2354-46B7-BBAD-EA5312A4FBEA}" type="pres">
      <dgm:prSet presAssocID="{10D26B38-581A-4413-AB84-2E70B0E3ECF2}" presName="Name10" presStyleLbl="parChTrans1D2" presStyleIdx="1" presStyleCnt="2"/>
      <dgm:spPr/>
      <dgm:t>
        <a:bodyPr/>
        <a:lstStyle/>
        <a:p>
          <a:endParaRPr lang="en-CA"/>
        </a:p>
      </dgm:t>
    </dgm:pt>
    <dgm:pt modelId="{3E3F6213-1798-4454-9E8F-73D275247ADF}" type="pres">
      <dgm:prSet presAssocID="{51AEE2FF-3033-460A-A85B-2E7E3136562D}" presName="hierRoot2" presStyleCnt="0"/>
      <dgm:spPr/>
      <dgm:t>
        <a:bodyPr/>
        <a:lstStyle/>
        <a:p>
          <a:endParaRPr lang="en-CA"/>
        </a:p>
      </dgm:t>
    </dgm:pt>
    <dgm:pt modelId="{4D929549-1926-4524-85AE-33FFEF6DCE32}" type="pres">
      <dgm:prSet presAssocID="{51AEE2FF-3033-460A-A85B-2E7E3136562D}" presName="composite2" presStyleCnt="0"/>
      <dgm:spPr/>
      <dgm:t>
        <a:bodyPr/>
        <a:lstStyle/>
        <a:p>
          <a:endParaRPr lang="en-CA"/>
        </a:p>
      </dgm:t>
    </dgm:pt>
    <dgm:pt modelId="{46011A18-3418-4C3E-B948-34C33FC70DCE}" type="pres">
      <dgm:prSet presAssocID="{51AEE2FF-3033-460A-A85B-2E7E3136562D}" presName="background2" presStyleLbl="node2" presStyleIdx="1" presStyleCnt="2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endParaRPr lang="en-CA"/>
        </a:p>
      </dgm:t>
    </dgm:pt>
    <dgm:pt modelId="{A93C73C3-5B59-46D7-8538-95B7429E885B}" type="pres">
      <dgm:prSet presAssocID="{51AEE2FF-3033-460A-A85B-2E7E3136562D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4EA6E4C5-36FB-4BB6-8396-ACC07D12D244}" type="pres">
      <dgm:prSet presAssocID="{51AEE2FF-3033-460A-A85B-2E7E3136562D}" presName="hierChild3" presStyleCnt="0"/>
      <dgm:spPr/>
      <dgm:t>
        <a:bodyPr/>
        <a:lstStyle/>
        <a:p>
          <a:endParaRPr lang="en-CA"/>
        </a:p>
      </dgm:t>
    </dgm:pt>
    <dgm:pt modelId="{D71D2D90-17FF-4791-B371-92CC7F9248FF}" type="pres">
      <dgm:prSet presAssocID="{EA81E218-5476-466F-8753-3C8C551BE353}" presName="Name17" presStyleLbl="parChTrans1D3" presStyleIdx="2" presStyleCnt="4"/>
      <dgm:spPr/>
      <dgm:t>
        <a:bodyPr/>
        <a:lstStyle/>
        <a:p>
          <a:endParaRPr lang="en-CA"/>
        </a:p>
      </dgm:t>
    </dgm:pt>
    <dgm:pt modelId="{BF401F11-A1DB-4341-AA2A-756711C18C9D}" type="pres">
      <dgm:prSet presAssocID="{2A80B73F-F685-4734-9936-3845C36D16E9}" presName="hierRoot3" presStyleCnt="0"/>
      <dgm:spPr/>
      <dgm:t>
        <a:bodyPr/>
        <a:lstStyle/>
        <a:p>
          <a:endParaRPr lang="en-CA"/>
        </a:p>
      </dgm:t>
    </dgm:pt>
    <dgm:pt modelId="{5602BEF0-A3A8-495A-9B74-8CC735C307E6}" type="pres">
      <dgm:prSet presAssocID="{2A80B73F-F685-4734-9936-3845C36D16E9}" presName="composite3" presStyleCnt="0"/>
      <dgm:spPr/>
      <dgm:t>
        <a:bodyPr/>
        <a:lstStyle/>
        <a:p>
          <a:endParaRPr lang="en-CA"/>
        </a:p>
      </dgm:t>
    </dgm:pt>
    <dgm:pt modelId="{49B3C966-9B00-47BB-B6FC-57F3487C0EBD}" type="pres">
      <dgm:prSet presAssocID="{2A80B73F-F685-4734-9936-3845C36D16E9}" presName="background3" presStyleLbl="node3" presStyleIdx="2" presStyleCnt="4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CA"/>
        </a:p>
      </dgm:t>
    </dgm:pt>
    <dgm:pt modelId="{877987A5-A6A3-4296-8E80-4EFF692BD4E7}" type="pres">
      <dgm:prSet presAssocID="{2A80B73F-F685-4734-9936-3845C36D16E9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5D7DB055-35DB-4560-9643-C89B9F1889E5}" type="pres">
      <dgm:prSet presAssocID="{2A80B73F-F685-4734-9936-3845C36D16E9}" presName="hierChild4" presStyleCnt="0"/>
      <dgm:spPr/>
      <dgm:t>
        <a:bodyPr/>
        <a:lstStyle/>
        <a:p>
          <a:endParaRPr lang="en-CA"/>
        </a:p>
      </dgm:t>
    </dgm:pt>
    <dgm:pt modelId="{557FA74B-FDD7-479A-8FAC-CE5B4949A6DC}" type="pres">
      <dgm:prSet presAssocID="{8DB58840-44D7-4C10-A1EF-B40F01EE6195}" presName="Name23" presStyleLbl="parChTrans1D4" presStyleIdx="4" presStyleCnt="8"/>
      <dgm:spPr/>
      <dgm:t>
        <a:bodyPr/>
        <a:lstStyle/>
        <a:p>
          <a:endParaRPr lang="en-CA"/>
        </a:p>
      </dgm:t>
    </dgm:pt>
    <dgm:pt modelId="{C6E355BA-807E-4574-8991-8565CEFD91D4}" type="pres">
      <dgm:prSet presAssocID="{F3AA8A95-AFEC-4B67-B84A-54831C1663D7}" presName="hierRoot4" presStyleCnt="0"/>
      <dgm:spPr/>
      <dgm:t>
        <a:bodyPr/>
        <a:lstStyle/>
        <a:p>
          <a:endParaRPr lang="en-CA"/>
        </a:p>
      </dgm:t>
    </dgm:pt>
    <dgm:pt modelId="{F4908401-4405-4E44-88C1-45C897EC3B86}" type="pres">
      <dgm:prSet presAssocID="{F3AA8A95-AFEC-4B67-B84A-54831C1663D7}" presName="composite4" presStyleCnt="0"/>
      <dgm:spPr/>
      <dgm:t>
        <a:bodyPr/>
        <a:lstStyle/>
        <a:p>
          <a:endParaRPr lang="en-CA"/>
        </a:p>
      </dgm:t>
    </dgm:pt>
    <dgm:pt modelId="{D0799F7E-C203-48DE-8DF4-750479A0F9F0}" type="pres">
      <dgm:prSet presAssocID="{F3AA8A95-AFEC-4B67-B84A-54831C1663D7}" presName="background4" presStyleLbl="node4" presStyleIdx="4" presStyleCnt="8"/>
      <dgm:spPr/>
      <dgm:t>
        <a:bodyPr/>
        <a:lstStyle/>
        <a:p>
          <a:endParaRPr lang="en-CA"/>
        </a:p>
      </dgm:t>
    </dgm:pt>
    <dgm:pt modelId="{9CB504EF-B3E2-4A21-89E6-031708945211}" type="pres">
      <dgm:prSet presAssocID="{F3AA8A95-AFEC-4B67-B84A-54831C1663D7}" presName="text4" presStyleLbl="fgAcc4" presStyleIdx="4" presStyleCnt="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78326223-D4BB-4247-8FE4-4DC3B9DF887B}" type="pres">
      <dgm:prSet presAssocID="{F3AA8A95-AFEC-4B67-B84A-54831C1663D7}" presName="hierChild5" presStyleCnt="0"/>
      <dgm:spPr/>
      <dgm:t>
        <a:bodyPr/>
        <a:lstStyle/>
        <a:p>
          <a:endParaRPr lang="en-CA"/>
        </a:p>
      </dgm:t>
    </dgm:pt>
    <dgm:pt modelId="{4B02380E-40DA-42E9-8F5E-BFC54A138F5D}" type="pres">
      <dgm:prSet presAssocID="{4CE17F7C-5AFC-4E0F-8F36-B8F4FB9ABD9A}" presName="Name23" presStyleLbl="parChTrans1D4" presStyleIdx="5" presStyleCnt="8"/>
      <dgm:spPr/>
      <dgm:t>
        <a:bodyPr/>
        <a:lstStyle/>
        <a:p>
          <a:endParaRPr lang="en-CA"/>
        </a:p>
      </dgm:t>
    </dgm:pt>
    <dgm:pt modelId="{3EB0C06C-3A72-4D2D-B5D4-F7BB5181B17A}" type="pres">
      <dgm:prSet presAssocID="{94BB1E40-8479-4452-870C-4351F8065036}" presName="hierRoot4" presStyleCnt="0"/>
      <dgm:spPr/>
      <dgm:t>
        <a:bodyPr/>
        <a:lstStyle/>
        <a:p>
          <a:endParaRPr lang="en-CA"/>
        </a:p>
      </dgm:t>
    </dgm:pt>
    <dgm:pt modelId="{58BA83DD-8CCA-4714-9CB8-C3EEFD924681}" type="pres">
      <dgm:prSet presAssocID="{94BB1E40-8479-4452-870C-4351F8065036}" presName="composite4" presStyleCnt="0"/>
      <dgm:spPr/>
      <dgm:t>
        <a:bodyPr/>
        <a:lstStyle/>
        <a:p>
          <a:endParaRPr lang="en-CA"/>
        </a:p>
      </dgm:t>
    </dgm:pt>
    <dgm:pt modelId="{D60530D0-9428-4D24-9134-B4F4680BB37F}" type="pres">
      <dgm:prSet presAssocID="{94BB1E40-8479-4452-870C-4351F8065036}" presName="background4" presStyleLbl="node4" presStyleIdx="5" presStyleCnt="8"/>
      <dgm:spPr/>
      <dgm:t>
        <a:bodyPr/>
        <a:lstStyle/>
        <a:p>
          <a:endParaRPr lang="en-CA"/>
        </a:p>
      </dgm:t>
    </dgm:pt>
    <dgm:pt modelId="{2618F87E-7A05-47E1-94CF-42E76C9683D5}" type="pres">
      <dgm:prSet presAssocID="{94BB1E40-8479-4452-870C-4351F8065036}" presName="text4" presStyleLbl="fgAcc4" presStyleIdx="5" presStyleCnt="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D989FECA-EE1D-45ED-B024-91D8CAFDB76A}" type="pres">
      <dgm:prSet presAssocID="{94BB1E40-8479-4452-870C-4351F8065036}" presName="hierChild5" presStyleCnt="0"/>
      <dgm:spPr/>
      <dgm:t>
        <a:bodyPr/>
        <a:lstStyle/>
        <a:p>
          <a:endParaRPr lang="en-CA"/>
        </a:p>
      </dgm:t>
    </dgm:pt>
    <dgm:pt modelId="{0051B55E-38D4-4CB2-BEC4-B6921F400CE8}" type="pres">
      <dgm:prSet presAssocID="{28DEA6FD-B12C-4274-BFC1-7FA832172E60}" presName="Name17" presStyleLbl="parChTrans1D3" presStyleIdx="3" presStyleCnt="4"/>
      <dgm:spPr/>
      <dgm:t>
        <a:bodyPr/>
        <a:lstStyle/>
        <a:p>
          <a:endParaRPr lang="en-CA"/>
        </a:p>
      </dgm:t>
    </dgm:pt>
    <dgm:pt modelId="{3F3A5A6B-D4AC-4968-95FA-B59AE7089D4F}" type="pres">
      <dgm:prSet presAssocID="{870C097C-9418-400F-ABD9-AC84B4BBAE43}" presName="hierRoot3" presStyleCnt="0"/>
      <dgm:spPr/>
      <dgm:t>
        <a:bodyPr/>
        <a:lstStyle/>
        <a:p>
          <a:endParaRPr lang="en-CA"/>
        </a:p>
      </dgm:t>
    </dgm:pt>
    <dgm:pt modelId="{CA7BB1A2-4575-43C1-AF12-9B677B35AD4C}" type="pres">
      <dgm:prSet presAssocID="{870C097C-9418-400F-ABD9-AC84B4BBAE43}" presName="composite3" presStyleCnt="0"/>
      <dgm:spPr/>
      <dgm:t>
        <a:bodyPr/>
        <a:lstStyle/>
        <a:p>
          <a:endParaRPr lang="en-CA"/>
        </a:p>
      </dgm:t>
    </dgm:pt>
    <dgm:pt modelId="{31874A05-8BC6-4853-9139-186485FFAEBA}" type="pres">
      <dgm:prSet presAssocID="{870C097C-9418-400F-ABD9-AC84B4BBAE43}" presName="background3" presStyleLbl="node3" presStyleIdx="3" presStyleCnt="4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CA"/>
        </a:p>
      </dgm:t>
    </dgm:pt>
    <dgm:pt modelId="{7A537C28-3EB6-4837-B71B-E1ACC4257EF2}" type="pres">
      <dgm:prSet presAssocID="{870C097C-9418-400F-ABD9-AC84B4BBAE43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BC80B034-DFFC-4244-997B-E6E8B8A9EC1E}" type="pres">
      <dgm:prSet presAssocID="{870C097C-9418-400F-ABD9-AC84B4BBAE43}" presName="hierChild4" presStyleCnt="0"/>
      <dgm:spPr/>
      <dgm:t>
        <a:bodyPr/>
        <a:lstStyle/>
        <a:p>
          <a:endParaRPr lang="en-CA"/>
        </a:p>
      </dgm:t>
    </dgm:pt>
    <dgm:pt modelId="{6B59C3C5-9309-49D9-9E2E-7244769970B5}" type="pres">
      <dgm:prSet presAssocID="{CDAAFE44-9316-4786-8051-E183D1D11DCB}" presName="Name23" presStyleLbl="parChTrans1D4" presStyleIdx="6" presStyleCnt="8"/>
      <dgm:spPr/>
      <dgm:t>
        <a:bodyPr/>
        <a:lstStyle/>
        <a:p>
          <a:endParaRPr lang="en-CA"/>
        </a:p>
      </dgm:t>
    </dgm:pt>
    <dgm:pt modelId="{52F9ABC1-EE60-4C6D-808A-7954DBFF5114}" type="pres">
      <dgm:prSet presAssocID="{6035DABD-6BD2-42F1-AA93-D43D97FE5901}" presName="hierRoot4" presStyleCnt="0"/>
      <dgm:spPr/>
      <dgm:t>
        <a:bodyPr/>
        <a:lstStyle/>
        <a:p>
          <a:endParaRPr lang="en-CA"/>
        </a:p>
      </dgm:t>
    </dgm:pt>
    <dgm:pt modelId="{4EA7A65F-9517-42A3-B354-C5006CCA880C}" type="pres">
      <dgm:prSet presAssocID="{6035DABD-6BD2-42F1-AA93-D43D97FE5901}" presName="composite4" presStyleCnt="0"/>
      <dgm:spPr/>
      <dgm:t>
        <a:bodyPr/>
        <a:lstStyle/>
        <a:p>
          <a:endParaRPr lang="en-CA"/>
        </a:p>
      </dgm:t>
    </dgm:pt>
    <dgm:pt modelId="{5D5DBB3D-B7FA-4955-ABE0-22AC4D58EC36}" type="pres">
      <dgm:prSet presAssocID="{6035DABD-6BD2-42F1-AA93-D43D97FE5901}" presName="background4" presStyleLbl="node4" presStyleIdx="6" presStyleCnt="8"/>
      <dgm:spPr/>
      <dgm:t>
        <a:bodyPr/>
        <a:lstStyle/>
        <a:p>
          <a:endParaRPr lang="en-CA"/>
        </a:p>
      </dgm:t>
    </dgm:pt>
    <dgm:pt modelId="{8001F819-8DB6-4E5D-AA0A-C1F4EDA12D2A}" type="pres">
      <dgm:prSet presAssocID="{6035DABD-6BD2-42F1-AA93-D43D97FE5901}" presName="text4" presStyleLbl="fgAcc4" presStyleIdx="6" presStyleCnt="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25E32EBF-5E7C-4B8C-9D64-DAD0823A1AE7}" type="pres">
      <dgm:prSet presAssocID="{6035DABD-6BD2-42F1-AA93-D43D97FE5901}" presName="hierChild5" presStyleCnt="0"/>
      <dgm:spPr/>
      <dgm:t>
        <a:bodyPr/>
        <a:lstStyle/>
        <a:p>
          <a:endParaRPr lang="en-CA"/>
        </a:p>
      </dgm:t>
    </dgm:pt>
    <dgm:pt modelId="{E8A47E35-FA37-4F4C-A3CA-8E71A26AD75E}" type="pres">
      <dgm:prSet presAssocID="{4D3C47AB-4B01-4AC9-9A69-23E0EEBA8545}" presName="Name23" presStyleLbl="parChTrans1D4" presStyleIdx="7" presStyleCnt="8"/>
      <dgm:spPr/>
      <dgm:t>
        <a:bodyPr/>
        <a:lstStyle/>
        <a:p>
          <a:endParaRPr lang="en-CA"/>
        </a:p>
      </dgm:t>
    </dgm:pt>
    <dgm:pt modelId="{49F6BB1E-0C03-497A-821A-81E8D47DFDE2}" type="pres">
      <dgm:prSet presAssocID="{6D286D51-99E7-42C8-A7B5-977AE6406BF3}" presName="hierRoot4" presStyleCnt="0"/>
      <dgm:spPr/>
      <dgm:t>
        <a:bodyPr/>
        <a:lstStyle/>
        <a:p>
          <a:endParaRPr lang="en-CA"/>
        </a:p>
      </dgm:t>
    </dgm:pt>
    <dgm:pt modelId="{E7E6463C-1B8C-4686-B2AB-2164142AB4C1}" type="pres">
      <dgm:prSet presAssocID="{6D286D51-99E7-42C8-A7B5-977AE6406BF3}" presName="composite4" presStyleCnt="0"/>
      <dgm:spPr/>
      <dgm:t>
        <a:bodyPr/>
        <a:lstStyle/>
        <a:p>
          <a:endParaRPr lang="en-CA"/>
        </a:p>
      </dgm:t>
    </dgm:pt>
    <dgm:pt modelId="{B41D6395-8CFC-468B-A7B0-E89288D0E785}" type="pres">
      <dgm:prSet presAssocID="{6D286D51-99E7-42C8-A7B5-977AE6406BF3}" presName="background4" presStyleLbl="node4" presStyleIdx="7" presStyleCnt="8"/>
      <dgm:spPr/>
      <dgm:t>
        <a:bodyPr/>
        <a:lstStyle/>
        <a:p>
          <a:endParaRPr lang="en-CA"/>
        </a:p>
      </dgm:t>
    </dgm:pt>
    <dgm:pt modelId="{76465F1D-47B3-40FB-A414-7F7BD7EA8CDE}" type="pres">
      <dgm:prSet presAssocID="{6D286D51-99E7-42C8-A7B5-977AE6406BF3}" presName="text4" presStyleLbl="fgAcc4" presStyleIdx="7" presStyleCnt="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028B7688-9C80-4CE0-85B6-9062D1667C8D}" type="pres">
      <dgm:prSet presAssocID="{6D286D51-99E7-42C8-A7B5-977AE6406BF3}" presName="hierChild5" presStyleCnt="0"/>
      <dgm:spPr/>
      <dgm:t>
        <a:bodyPr/>
        <a:lstStyle/>
        <a:p>
          <a:endParaRPr lang="en-CA"/>
        </a:p>
      </dgm:t>
    </dgm:pt>
  </dgm:ptLst>
  <dgm:cxnLst>
    <dgm:cxn modelId="{2DE1C8DA-6BDF-4483-81F8-C9A46F8C94EC}" type="presOf" srcId="{FB60C0FE-497E-4CED-B377-6310164BE9A9}" destId="{F748205C-F50D-4B26-966B-6F12ACB1A21E}" srcOrd="0" destOrd="0" presId="urn:microsoft.com/office/officeart/2005/8/layout/hierarchy1"/>
    <dgm:cxn modelId="{A9302948-98C5-43CD-B4F7-A901DA242837}" type="presOf" srcId="{28DEA6FD-B12C-4274-BFC1-7FA832172E60}" destId="{0051B55E-38D4-4CB2-BEC4-B6921F400CE8}" srcOrd="0" destOrd="0" presId="urn:microsoft.com/office/officeart/2005/8/layout/hierarchy1"/>
    <dgm:cxn modelId="{7A1A8BAE-739F-446D-8842-B269AFB37C26}" srcId="{73C531B8-4907-494F-BAAE-24D801A7C815}" destId="{70BAFA62-5BC4-43CC-80F3-681EB2E7496D}" srcOrd="1" destOrd="0" parTransId="{FBA63BB3-D2C3-43B4-958B-42325F23A67F}" sibTransId="{EF958908-88AD-47F7-B971-0815C8BBCBF2}"/>
    <dgm:cxn modelId="{9EA24B8A-CD55-44B6-B2F5-AA7AB3C7FC87}" srcId="{BBC03617-609D-471E-AF51-C854BD6563A5}" destId="{9CCD6B20-0383-4748-8F6A-FCCBC9CEF5EA}" srcOrd="3" destOrd="0" parTransId="{394DCBFB-7B6E-4D51-830C-A9C13A84F903}" sibTransId="{6510875B-473F-4BBF-8941-3A7F63756225}"/>
    <dgm:cxn modelId="{6B6E86DE-6E9E-4955-B0FE-4BFB2C05C60A}" type="presOf" srcId="{4CE17F7C-5AFC-4E0F-8F36-B8F4FB9ABD9A}" destId="{4B02380E-40DA-42E9-8F5E-BFC54A138F5D}" srcOrd="0" destOrd="0" presId="urn:microsoft.com/office/officeart/2005/8/layout/hierarchy1"/>
    <dgm:cxn modelId="{A8CBCD17-6D20-4457-8145-FE83C652D8C3}" type="presOf" srcId="{4E166335-9C18-486A-AFCA-00C6028295D6}" destId="{54BD2829-F8C0-4AA6-8A37-1889D8A1BADD}" srcOrd="0" destOrd="0" presId="urn:microsoft.com/office/officeart/2005/8/layout/hierarchy1"/>
    <dgm:cxn modelId="{D20FF85A-F07C-43A5-A7B3-DEFB271EF413}" type="presOf" srcId="{AF0C46FB-7DCC-4AF6-B123-87D13C233171}" destId="{2BF2780C-1EA9-4E06-BA17-5195A1C8D387}" srcOrd="0" destOrd="0" presId="urn:microsoft.com/office/officeart/2005/8/layout/hierarchy1"/>
    <dgm:cxn modelId="{A0164888-E1A7-48DD-93F1-624B4073BA03}" type="presOf" srcId="{5E1C94FE-F058-41D5-AEE1-43E735ED40CC}" destId="{64EAC423-CF88-4C24-AAC5-1B4EDBA941DA}" srcOrd="0" destOrd="0" presId="urn:microsoft.com/office/officeart/2005/8/layout/hierarchy1"/>
    <dgm:cxn modelId="{2D45E699-2A0F-4721-9121-36A87515333F}" type="presOf" srcId="{870C097C-9418-400F-ABD9-AC84B4BBAE43}" destId="{7A537C28-3EB6-4837-B71B-E1ACC4257EF2}" srcOrd="0" destOrd="0" presId="urn:microsoft.com/office/officeart/2005/8/layout/hierarchy1"/>
    <dgm:cxn modelId="{753E2FA7-4049-4853-9C6C-A46EAFDDAC39}" srcId="{870C097C-9418-400F-ABD9-AC84B4BBAE43}" destId="{6035DABD-6BD2-42F1-AA93-D43D97FE5901}" srcOrd="0" destOrd="0" parTransId="{CDAAFE44-9316-4786-8051-E183D1D11DCB}" sibTransId="{B442112C-2E96-43C4-A3CB-4270D214DBE1}"/>
    <dgm:cxn modelId="{F94E6FE6-4DF8-401E-8285-66F8003BF448}" srcId="{AF0C46FB-7DCC-4AF6-B123-87D13C233171}" destId="{AED5E157-8792-4215-8ECD-797F5E26FACD}" srcOrd="0" destOrd="0" parTransId="{3E82937A-990A-4C08-8F49-086B4FB49DED}" sibTransId="{63FFD63E-5CC3-4333-9689-091CE09CAC58}"/>
    <dgm:cxn modelId="{CCBEC8F9-F84C-4493-A1AF-75320D456071}" srcId="{9CCD6B20-0383-4748-8F6A-FCCBC9CEF5EA}" destId="{73C531B8-4907-494F-BAAE-24D801A7C815}" srcOrd="0" destOrd="0" parTransId="{4E166335-9C18-486A-AFCA-00C6028295D6}" sibTransId="{00316208-C34A-4115-8B11-566A6D0773F5}"/>
    <dgm:cxn modelId="{E5804402-1EF4-43F8-AAA9-8A8C55FA58C9}" type="presOf" srcId="{4D3C47AB-4B01-4AC9-9A69-23E0EEBA8545}" destId="{E8A47E35-FA37-4F4C-A3CA-8E71A26AD75E}" srcOrd="0" destOrd="0" presId="urn:microsoft.com/office/officeart/2005/8/layout/hierarchy1"/>
    <dgm:cxn modelId="{EE2FFD0E-908E-4AF1-B57A-8581CD5C7757}" type="presOf" srcId="{10D26B38-581A-4413-AB84-2E70B0E3ECF2}" destId="{F058EACB-2354-46B7-BBAD-EA5312A4FBEA}" srcOrd="0" destOrd="0" presId="urn:microsoft.com/office/officeart/2005/8/layout/hierarchy1"/>
    <dgm:cxn modelId="{97396EEC-739C-46E1-A564-15F73952037F}" type="presOf" srcId="{84FBDA53-EA8A-4ABF-8BCB-77A16AF7D780}" destId="{ACEE5A5A-D332-46E7-8A7A-55CC427F980B}" srcOrd="0" destOrd="0" presId="urn:microsoft.com/office/officeart/2005/8/layout/hierarchy1"/>
    <dgm:cxn modelId="{9BB08C25-3E35-464B-992E-1DEDF8CF0996}" type="presOf" srcId="{2A80B73F-F685-4734-9936-3845C36D16E9}" destId="{877987A5-A6A3-4296-8E80-4EFF692BD4E7}" srcOrd="0" destOrd="0" presId="urn:microsoft.com/office/officeart/2005/8/layout/hierarchy1"/>
    <dgm:cxn modelId="{6475AAFF-6031-4222-9E27-3899C30EB504}" type="presOf" srcId="{F3AA8A95-AFEC-4B67-B84A-54831C1663D7}" destId="{9CB504EF-B3E2-4A21-89E6-031708945211}" srcOrd="0" destOrd="0" presId="urn:microsoft.com/office/officeart/2005/8/layout/hierarchy1"/>
    <dgm:cxn modelId="{C360DF62-113F-4797-8189-FCCC22BE116C}" type="presOf" srcId="{9DA33316-5DAE-49E1-A836-65A836D6F79E}" destId="{39E85763-F452-42A2-9FB6-70F564DD1CE8}" srcOrd="0" destOrd="0" presId="urn:microsoft.com/office/officeart/2005/8/layout/hierarchy1"/>
    <dgm:cxn modelId="{B0639980-2CD9-4C4B-B3F8-437433B6A2A8}" srcId="{AF0C46FB-7DCC-4AF6-B123-87D13C233171}" destId="{94DEA49F-7A8E-4C99-96AD-C4CB71D6C0E7}" srcOrd="1" destOrd="0" parTransId="{5E1C94FE-F058-41D5-AEE1-43E735ED40CC}" sibTransId="{97B82B04-BC68-4269-8497-EF8F5695B60A}"/>
    <dgm:cxn modelId="{ED02FEB1-499B-4257-AB97-4F07C1806C22}" type="presOf" srcId="{6D286D51-99E7-42C8-A7B5-977AE6406BF3}" destId="{76465F1D-47B3-40FB-A414-7F7BD7EA8CDE}" srcOrd="0" destOrd="0" presId="urn:microsoft.com/office/officeart/2005/8/layout/hierarchy1"/>
    <dgm:cxn modelId="{4B73E42E-19AF-41CB-8933-A03C942F8EA3}" srcId="{870C097C-9418-400F-ABD9-AC84B4BBAE43}" destId="{6D286D51-99E7-42C8-A7B5-977AE6406BF3}" srcOrd="1" destOrd="0" parTransId="{4D3C47AB-4B01-4AC9-9A69-23E0EEBA8545}" sibTransId="{E0B20E7E-457D-449E-B89A-0A1C8ABA6285}"/>
    <dgm:cxn modelId="{796057ED-7579-4C01-A792-2E1EAAF47CD5}" type="presOf" srcId="{D1FA6EC4-7EBD-4E33-984B-62C556677481}" destId="{42AA8E8D-54C2-4A99-8869-FC1BEC29B4EB}" srcOrd="0" destOrd="0" presId="urn:microsoft.com/office/officeart/2005/8/layout/hierarchy1"/>
    <dgm:cxn modelId="{B694F149-06C6-493F-830A-E9760965A7BE}" type="presOf" srcId="{70BAFA62-5BC4-43CC-80F3-681EB2E7496D}" destId="{BD476D7C-7B64-46B2-B87D-44B593B2263D}" srcOrd="0" destOrd="0" presId="urn:microsoft.com/office/officeart/2005/8/layout/hierarchy1"/>
    <dgm:cxn modelId="{55A7BB5B-4CB4-47EA-BF9C-7EB874145207}" type="presOf" srcId="{6035DABD-6BD2-42F1-AA93-D43D97FE5901}" destId="{8001F819-8DB6-4E5D-AA0A-C1F4EDA12D2A}" srcOrd="0" destOrd="0" presId="urn:microsoft.com/office/officeart/2005/8/layout/hierarchy1"/>
    <dgm:cxn modelId="{897787F3-83DC-4D3F-B939-4515451D5348}" srcId="{2A80B73F-F685-4734-9936-3845C36D16E9}" destId="{94BB1E40-8479-4452-870C-4351F8065036}" srcOrd="1" destOrd="0" parTransId="{4CE17F7C-5AFC-4E0F-8F36-B8F4FB9ABD9A}" sibTransId="{4214F58E-EA0A-4515-BA39-125E7FF14E56}"/>
    <dgm:cxn modelId="{627781EA-FA3A-45F9-9D01-A10B1541EDFC}" type="presOf" srcId="{73C531B8-4907-494F-BAAE-24D801A7C815}" destId="{F40F3BD8-B299-43A8-8446-AAF67E40B509}" srcOrd="0" destOrd="0" presId="urn:microsoft.com/office/officeart/2005/8/layout/hierarchy1"/>
    <dgm:cxn modelId="{3728FCF0-5D06-4B80-8658-8FF597EDC91A}" type="presOf" srcId="{94BB1E40-8479-4452-870C-4351F8065036}" destId="{2618F87E-7A05-47E1-94CF-42E76C9683D5}" srcOrd="0" destOrd="0" presId="urn:microsoft.com/office/officeart/2005/8/layout/hierarchy1"/>
    <dgm:cxn modelId="{8256564B-BA1B-4F01-9119-9D26984F553D}" type="presOf" srcId="{543F88B8-04F1-4F8F-9D6F-960BB3CB6257}" destId="{435D96F9-FCE7-4506-A40E-7F5B0C57036A}" srcOrd="0" destOrd="0" presId="urn:microsoft.com/office/officeart/2005/8/layout/hierarchy1"/>
    <dgm:cxn modelId="{F5D329DA-8A22-4AA6-A2CD-5881768E7259}" type="presOf" srcId="{AED5E157-8792-4215-8ECD-797F5E26FACD}" destId="{F15A5E8B-9F8F-41DF-9EAB-6DEDEBBC96AF}" srcOrd="0" destOrd="0" presId="urn:microsoft.com/office/officeart/2005/8/layout/hierarchy1"/>
    <dgm:cxn modelId="{82B62B12-CD5A-490E-8AC2-845E2617649D}" srcId="{9CCD6B20-0383-4748-8F6A-FCCBC9CEF5EA}" destId="{51AEE2FF-3033-460A-A85B-2E7E3136562D}" srcOrd="1" destOrd="0" parTransId="{10D26B38-581A-4413-AB84-2E70B0E3ECF2}" sibTransId="{6094FE43-7548-424F-BF02-76918D28BD91}"/>
    <dgm:cxn modelId="{0DBE55C5-618D-4927-A009-E41672FAC684}" srcId="{BBC03617-609D-471E-AF51-C854BD6563A5}" destId="{D1FA6EC4-7EBD-4E33-984B-62C556677481}" srcOrd="1" destOrd="0" parTransId="{3789D9E3-5768-4772-B65C-314A3B88F0FE}" sibTransId="{5D4FBE0D-D011-4E60-A591-5680A1FCB726}"/>
    <dgm:cxn modelId="{934F5926-E5FE-4AF3-BEF9-E504FEA0A130}" type="presOf" srcId="{EA81E218-5476-466F-8753-3C8C551BE353}" destId="{D71D2D90-17FF-4791-B371-92CC7F9248FF}" srcOrd="0" destOrd="0" presId="urn:microsoft.com/office/officeart/2005/8/layout/hierarchy1"/>
    <dgm:cxn modelId="{6AFC6B30-236B-4F5A-A32B-53DCF52036CD}" srcId="{70BAFA62-5BC4-43CC-80F3-681EB2E7496D}" destId="{FB60C0FE-497E-4CED-B377-6310164BE9A9}" srcOrd="0" destOrd="0" parTransId="{543F88B8-04F1-4F8F-9D6F-960BB3CB6257}" sibTransId="{E50CB375-2D8E-494D-A203-9EDCA3AAB03A}"/>
    <dgm:cxn modelId="{9BDCFB5C-4B21-4D2D-9FD7-D2F63BD1EE72}" srcId="{70BAFA62-5BC4-43CC-80F3-681EB2E7496D}" destId="{AE532059-1F50-4907-A946-FCE75D16F499}" srcOrd="1" destOrd="0" parTransId="{84FBDA53-EA8A-4ABF-8BCB-77A16AF7D780}" sibTransId="{EFEDE9D6-B080-49A3-AE62-9A156285534E}"/>
    <dgm:cxn modelId="{E2761FD0-5416-413C-B30A-ACC04EACC539}" type="presOf" srcId="{94DEA49F-7A8E-4C99-96AD-C4CB71D6C0E7}" destId="{A5868D62-AB4C-4793-94B3-BE54482B1221}" srcOrd="0" destOrd="0" presId="urn:microsoft.com/office/officeart/2005/8/layout/hierarchy1"/>
    <dgm:cxn modelId="{F81E5F69-330A-439C-9884-3E262DBAE4FB}" type="presOf" srcId="{3E82937A-990A-4C08-8F49-086B4FB49DED}" destId="{CE8D8123-B3AA-453F-9B33-F4735AFD7285}" srcOrd="0" destOrd="0" presId="urn:microsoft.com/office/officeart/2005/8/layout/hierarchy1"/>
    <dgm:cxn modelId="{6827FA2B-78A7-4B2E-AFEA-5BB2A4F05E7D}" type="presOf" srcId="{9FE128AA-6C58-4B00-88F3-AF9444B69B28}" destId="{C80A653D-7E57-4D4C-99A6-8030E0125759}" srcOrd="0" destOrd="0" presId="urn:microsoft.com/office/officeart/2005/8/layout/hierarchy1"/>
    <dgm:cxn modelId="{1E155761-FE16-4C65-AF64-D032382E2657}" srcId="{BBC03617-609D-471E-AF51-C854BD6563A5}" destId="{9DA33316-5DAE-49E1-A836-65A836D6F79E}" srcOrd="0" destOrd="0" parTransId="{BB4FA186-53F5-4EA1-92FF-1FA35863250F}" sibTransId="{20C8F4F3-A1D4-4EE4-A716-C2F891DFB2A4}"/>
    <dgm:cxn modelId="{D7E7D533-0F6C-48B6-9364-25C25CBCFB7E}" type="presOf" srcId="{9CCD6B20-0383-4748-8F6A-FCCBC9CEF5EA}" destId="{ED330474-93D5-4182-9695-E8E5CE49E2F6}" srcOrd="0" destOrd="0" presId="urn:microsoft.com/office/officeart/2005/8/layout/hierarchy1"/>
    <dgm:cxn modelId="{B69D4A4B-4301-4F4F-85EE-1CA725A5132C}" srcId="{51AEE2FF-3033-460A-A85B-2E7E3136562D}" destId="{870C097C-9418-400F-ABD9-AC84B4BBAE43}" srcOrd="1" destOrd="0" parTransId="{28DEA6FD-B12C-4274-BFC1-7FA832172E60}" sibTransId="{6BBE730F-6673-496D-B409-C2B07790DD4B}"/>
    <dgm:cxn modelId="{8DA4B123-31EE-4B18-9F41-DF4B581A1342}" srcId="{73C531B8-4907-494F-BAAE-24D801A7C815}" destId="{AF0C46FB-7DCC-4AF6-B123-87D13C233171}" srcOrd="0" destOrd="0" parTransId="{2587358F-B914-47C7-AB0C-19826BF232DA}" sibTransId="{0EED345D-13D9-4C45-A0DA-58D9FA751CB6}"/>
    <dgm:cxn modelId="{757B5B77-78E1-4BDD-B360-CF7F31C2D2DF}" type="presOf" srcId="{FBA63BB3-D2C3-43B4-958B-42325F23A67F}" destId="{9926EF12-5A1F-4584-B706-FB05E60D32FF}" srcOrd="0" destOrd="0" presId="urn:microsoft.com/office/officeart/2005/8/layout/hierarchy1"/>
    <dgm:cxn modelId="{1C804A96-A74B-48E9-A3AF-3613F26F3C94}" type="presOf" srcId="{51AEE2FF-3033-460A-A85B-2E7E3136562D}" destId="{A93C73C3-5B59-46D7-8538-95B7429E885B}" srcOrd="0" destOrd="0" presId="urn:microsoft.com/office/officeart/2005/8/layout/hierarchy1"/>
    <dgm:cxn modelId="{D28084E9-BA1B-4480-9900-BCACB3A8D89F}" type="presOf" srcId="{BBC03617-609D-471E-AF51-C854BD6563A5}" destId="{3D0070EF-B501-4D10-A4FF-0F4B8C2DE130}" srcOrd="0" destOrd="0" presId="urn:microsoft.com/office/officeart/2005/8/layout/hierarchy1"/>
    <dgm:cxn modelId="{476A3319-517E-48AE-9441-ADB4F4C1979E}" type="presOf" srcId="{2587358F-B914-47C7-AB0C-19826BF232DA}" destId="{9D697604-B17C-4E20-B97B-69B0496F09F3}" srcOrd="0" destOrd="0" presId="urn:microsoft.com/office/officeart/2005/8/layout/hierarchy1"/>
    <dgm:cxn modelId="{AAF7BF84-5228-4900-B6DD-12B0AF6D8423}" srcId="{BBC03617-609D-471E-AF51-C854BD6563A5}" destId="{9FE128AA-6C58-4B00-88F3-AF9444B69B28}" srcOrd="2" destOrd="0" parTransId="{5A40779D-9223-4D1C-A64D-C9D989379402}" sibTransId="{4B8D556F-1C5D-4097-863A-EC7E44262ECE}"/>
    <dgm:cxn modelId="{A8EBF005-D9BB-4CF1-8C54-55E1FD907FCB}" srcId="{2A80B73F-F685-4734-9936-3845C36D16E9}" destId="{F3AA8A95-AFEC-4B67-B84A-54831C1663D7}" srcOrd="0" destOrd="0" parTransId="{8DB58840-44D7-4C10-A1EF-B40F01EE6195}" sibTransId="{7DB7D952-C6E0-4B8C-A142-1CA2050F8F0C}"/>
    <dgm:cxn modelId="{3BCCA56C-DEAB-45C7-8F4B-B021A5691809}" type="presOf" srcId="{CDAAFE44-9316-4786-8051-E183D1D11DCB}" destId="{6B59C3C5-9309-49D9-9E2E-7244769970B5}" srcOrd="0" destOrd="0" presId="urn:microsoft.com/office/officeart/2005/8/layout/hierarchy1"/>
    <dgm:cxn modelId="{59574ED7-83F7-4895-A9A9-C4DC9E0A0893}" type="presOf" srcId="{8DB58840-44D7-4C10-A1EF-B40F01EE6195}" destId="{557FA74B-FDD7-479A-8FAC-CE5B4949A6DC}" srcOrd="0" destOrd="0" presId="urn:microsoft.com/office/officeart/2005/8/layout/hierarchy1"/>
    <dgm:cxn modelId="{79BDFFF4-E6E9-48A2-A0B3-11F7EF1B1A6B}" srcId="{51AEE2FF-3033-460A-A85B-2E7E3136562D}" destId="{2A80B73F-F685-4734-9936-3845C36D16E9}" srcOrd="0" destOrd="0" parTransId="{EA81E218-5476-466F-8753-3C8C551BE353}" sibTransId="{603E834E-BE2C-41E9-933F-1B77AC291186}"/>
    <dgm:cxn modelId="{644F527F-B988-42AF-B5B0-D41294EAA8C2}" type="presOf" srcId="{AE532059-1F50-4907-A946-FCE75D16F499}" destId="{27456DD6-B220-4739-B3F2-87AAB7580034}" srcOrd="0" destOrd="0" presId="urn:microsoft.com/office/officeart/2005/8/layout/hierarchy1"/>
    <dgm:cxn modelId="{B081799C-26DF-4055-A97F-5A47A0ABD2A1}" type="presParOf" srcId="{3D0070EF-B501-4D10-A4FF-0F4B8C2DE130}" destId="{F80326E1-FF8F-41F2-A06B-11DFE162A04B}" srcOrd="0" destOrd="0" presId="urn:microsoft.com/office/officeart/2005/8/layout/hierarchy1"/>
    <dgm:cxn modelId="{EF0D9DF2-4EE5-483A-8CEC-CC2EE2F70163}" type="presParOf" srcId="{F80326E1-FF8F-41F2-A06B-11DFE162A04B}" destId="{614AECE8-6F56-4C6D-A357-152CE9A193BA}" srcOrd="0" destOrd="0" presId="urn:microsoft.com/office/officeart/2005/8/layout/hierarchy1"/>
    <dgm:cxn modelId="{7D956B27-2AF5-43DF-870F-7DB46B1FF726}" type="presParOf" srcId="{614AECE8-6F56-4C6D-A357-152CE9A193BA}" destId="{12C2D008-10AF-4545-A09B-1A10A779A098}" srcOrd="0" destOrd="0" presId="urn:microsoft.com/office/officeart/2005/8/layout/hierarchy1"/>
    <dgm:cxn modelId="{86C5F365-AD4C-48C0-96FF-49CD9D5CA070}" type="presParOf" srcId="{614AECE8-6F56-4C6D-A357-152CE9A193BA}" destId="{39E85763-F452-42A2-9FB6-70F564DD1CE8}" srcOrd="1" destOrd="0" presId="urn:microsoft.com/office/officeart/2005/8/layout/hierarchy1"/>
    <dgm:cxn modelId="{4070A5D8-676F-4ED5-BF0F-D273305716B3}" type="presParOf" srcId="{F80326E1-FF8F-41F2-A06B-11DFE162A04B}" destId="{97F9666C-0C77-4B4D-880B-1D1F674778B4}" srcOrd="1" destOrd="0" presId="urn:microsoft.com/office/officeart/2005/8/layout/hierarchy1"/>
    <dgm:cxn modelId="{501AA9F2-77D3-4279-8C04-588897971D28}" type="presParOf" srcId="{3D0070EF-B501-4D10-A4FF-0F4B8C2DE130}" destId="{592498CD-6F31-4570-AC31-4C0C1E469342}" srcOrd="1" destOrd="0" presId="urn:microsoft.com/office/officeart/2005/8/layout/hierarchy1"/>
    <dgm:cxn modelId="{CE6F6475-1633-4247-BEE3-0027D4292A1D}" type="presParOf" srcId="{592498CD-6F31-4570-AC31-4C0C1E469342}" destId="{D9556B58-1212-4B71-AFA8-D8260C5FBFD0}" srcOrd="0" destOrd="0" presId="urn:microsoft.com/office/officeart/2005/8/layout/hierarchy1"/>
    <dgm:cxn modelId="{0F6DD5DB-F05F-472E-BCE0-9B03B51CF5D7}" type="presParOf" srcId="{D9556B58-1212-4B71-AFA8-D8260C5FBFD0}" destId="{EEC264D6-71F5-496A-8163-C4865244A433}" srcOrd="0" destOrd="0" presId="urn:microsoft.com/office/officeart/2005/8/layout/hierarchy1"/>
    <dgm:cxn modelId="{61867153-E3EB-4D55-BCC2-EB666040DCBF}" type="presParOf" srcId="{D9556B58-1212-4B71-AFA8-D8260C5FBFD0}" destId="{42AA8E8D-54C2-4A99-8869-FC1BEC29B4EB}" srcOrd="1" destOrd="0" presId="urn:microsoft.com/office/officeart/2005/8/layout/hierarchy1"/>
    <dgm:cxn modelId="{BF3CBDA3-6C88-47F9-84E7-D30A0E3A89DD}" type="presParOf" srcId="{592498CD-6F31-4570-AC31-4C0C1E469342}" destId="{A03BD5B7-3D40-4AE2-875F-A5BC0B469E43}" srcOrd="1" destOrd="0" presId="urn:microsoft.com/office/officeart/2005/8/layout/hierarchy1"/>
    <dgm:cxn modelId="{C14FB70E-8BAC-4E73-B1DD-32AF70324291}" type="presParOf" srcId="{3D0070EF-B501-4D10-A4FF-0F4B8C2DE130}" destId="{C3F73AF9-FB0B-4190-BAD4-65151BF045F5}" srcOrd="2" destOrd="0" presId="urn:microsoft.com/office/officeart/2005/8/layout/hierarchy1"/>
    <dgm:cxn modelId="{853510D5-C00A-4578-8CD4-4F2BDC3DC85A}" type="presParOf" srcId="{C3F73AF9-FB0B-4190-BAD4-65151BF045F5}" destId="{802992F3-C224-4385-AEE3-44064E26BC3A}" srcOrd="0" destOrd="0" presId="urn:microsoft.com/office/officeart/2005/8/layout/hierarchy1"/>
    <dgm:cxn modelId="{2A6DA9C0-EA6D-4C6A-892A-55A9F826FD1B}" type="presParOf" srcId="{802992F3-C224-4385-AEE3-44064E26BC3A}" destId="{4897E7F1-C092-4535-8829-ADE60C9C1D10}" srcOrd="0" destOrd="0" presId="urn:microsoft.com/office/officeart/2005/8/layout/hierarchy1"/>
    <dgm:cxn modelId="{764EC386-6D98-4190-8803-B0C2F03FA1E4}" type="presParOf" srcId="{802992F3-C224-4385-AEE3-44064E26BC3A}" destId="{C80A653D-7E57-4D4C-99A6-8030E0125759}" srcOrd="1" destOrd="0" presId="urn:microsoft.com/office/officeart/2005/8/layout/hierarchy1"/>
    <dgm:cxn modelId="{ACA69FAE-1A6D-4E48-ABA0-584F9C7785E1}" type="presParOf" srcId="{C3F73AF9-FB0B-4190-BAD4-65151BF045F5}" destId="{1823E734-E408-4406-B967-6755D183C86D}" srcOrd="1" destOrd="0" presId="urn:microsoft.com/office/officeart/2005/8/layout/hierarchy1"/>
    <dgm:cxn modelId="{E827C5C0-EC6D-436D-913A-F8196D44859F}" type="presParOf" srcId="{3D0070EF-B501-4D10-A4FF-0F4B8C2DE130}" destId="{617D6C52-2004-40BF-92F7-F2D691E32C63}" srcOrd="3" destOrd="0" presId="urn:microsoft.com/office/officeart/2005/8/layout/hierarchy1"/>
    <dgm:cxn modelId="{9E8DBB0A-E6AE-43AD-9C10-4114173C50FC}" type="presParOf" srcId="{617D6C52-2004-40BF-92F7-F2D691E32C63}" destId="{2B91400E-B873-4F8A-A6ED-D28AADD03373}" srcOrd="0" destOrd="0" presId="urn:microsoft.com/office/officeart/2005/8/layout/hierarchy1"/>
    <dgm:cxn modelId="{E114A4E5-34F4-460D-B3CD-CBF87CB36D06}" type="presParOf" srcId="{2B91400E-B873-4F8A-A6ED-D28AADD03373}" destId="{45720040-5907-4E71-8FDC-4DA7BDE5AECA}" srcOrd="0" destOrd="0" presId="urn:microsoft.com/office/officeart/2005/8/layout/hierarchy1"/>
    <dgm:cxn modelId="{AD374D50-E79E-4002-BB3E-29C0953A0045}" type="presParOf" srcId="{2B91400E-B873-4F8A-A6ED-D28AADD03373}" destId="{ED330474-93D5-4182-9695-E8E5CE49E2F6}" srcOrd="1" destOrd="0" presId="urn:microsoft.com/office/officeart/2005/8/layout/hierarchy1"/>
    <dgm:cxn modelId="{6F162E6D-4E4B-4CF9-B05D-AD74271AD397}" type="presParOf" srcId="{617D6C52-2004-40BF-92F7-F2D691E32C63}" destId="{C5E4302D-5666-4EDF-8943-015FD9847B70}" srcOrd="1" destOrd="0" presId="urn:microsoft.com/office/officeart/2005/8/layout/hierarchy1"/>
    <dgm:cxn modelId="{207023D8-F388-49DE-A9CA-07080B81B70D}" type="presParOf" srcId="{C5E4302D-5666-4EDF-8943-015FD9847B70}" destId="{54BD2829-F8C0-4AA6-8A37-1889D8A1BADD}" srcOrd="0" destOrd="0" presId="urn:microsoft.com/office/officeart/2005/8/layout/hierarchy1"/>
    <dgm:cxn modelId="{BC7BB952-CDBD-4F3A-9E7F-76EA47F2F446}" type="presParOf" srcId="{C5E4302D-5666-4EDF-8943-015FD9847B70}" destId="{CD7C0233-AA44-4445-B7CF-658CE3E9BCFB}" srcOrd="1" destOrd="0" presId="urn:microsoft.com/office/officeart/2005/8/layout/hierarchy1"/>
    <dgm:cxn modelId="{2E9AC722-3CC9-467F-8266-2A23A6A17E6E}" type="presParOf" srcId="{CD7C0233-AA44-4445-B7CF-658CE3E9BCFB}" destId="{7CDAB895-2BF4-4093-9DE2-C159FF9CB99A}" srcOrd="0" destOrd="0" presId="urn:microsoft.com/office/officeart/2005/8/layout/hierarchy1"/>
    <dgm:cxn modelId="{BFAEDA46-B05D-4F68-8E27-6DF5CAB19EFE}" type="presParOf" srcId="{7CDAB895-2BF4-4093-9DE2-C159FF9CB99A}" destId="{BA0C72F4-8584-426D-BEA0-BF06073FEB87}" srcOrd="0" destOrd="0" presId="urn:microsoft.com/office/officeart/2005/8/layout/hierarchy1"/>
    <dgm:cxn modelId="{54C45825-D8CB-4EB3-A668-9A067985305A}" type="presParOf" srcId="{7CDAB895-2BF4-4093-9DE2-C159FF9CB99A}" destId="{F40F3BD8-B299-43A8-8446-AAF67E40B509}" srcOrd="1" destOrd="0" presId="urn:microsoft.com/office/officeart/2005/8/layout/hierarchy1"/>
    <dgm:cxn modelId="{D0DB82A9-65C1-483E-A841-7AD8BA8E6D62}" type="presParOf" srcId="{CD7C0233-AA44-4445-B7CF-658CE3E9BCFB}" destId="{95A67085-6391-4A04-9C6F-9C35E99911DD}" srcOrd="1" destOrd="0" presId="urn:microsoft.com/office/officeart/2005/8/layout/hierarchy1"/>
    <dgm:cxn modelId="{FBF3878E-79C8-4AAA-AB21-1C9807D18383}" type="presParOf" srcId="{95A67085-6391-4A04-9C6F-9C35E99911DD}" destId="{9D697604-B17C-4E20-B97B-69B0496F09F3}" srcOrd="0" destOrd="0" presId="urn:microsoft.com/office/officeart/2005/8/layout/hierarchy1"/>
    <dgm:cxn modelId="{E70E4AA5-5BD0-464A-9838-875467D7DE28}" type="presParOf" srcId="{95A67085-6391-4A04-9C6F-9C35E99911DD}" destId="{79F1C629-7052-46E2-8166-1B0AFD179C35}" srcOrd="1" destOrd="0" presId="urn:microsoft.com/office/officeart/2005/8/layout/hierarchy1"/>
    <dgm:cxn modelId="{D82CC3E5-B298-4602-9E2A-756D48A5481F}" type="presParOf" srcId="{79F1C629-7052-46E2-8166-1B0AFD179C35}" destId="{E4991EEB-8159-41C4-8385-0717A8D874DF}" srcOrd="0" destOrd="0" presId="urn:microsoft.com/office/officeart/2005/8/layout/hierarchy1"/>
    <dgm:cxn modelId="{27C3C81D-8060-4A60-811C-E39C5332DB85}" type="presParOf" srcId="{E4991EEB-8159-41C4-8385-0717A8D874DF}" destId="{DAC0B2EF-F7B6-4916-ACF5-05F6882EF101}" srcOrd="0" destOrd="0" presId="urn:microsoft.com/office/officeart/2005/8/layout/hierarchy1"/>
    <dgm:cxn modelId="{F46E7C57-3B0F-42D0-B162-17AB73A15732}" type="presParOf" srcId="{E4991EEB-8159-41C4-8385-0717A8D874DF}" destId="{2BF2780C-1EA9-4E06-BA17-5195A1C8D387}" srcOrd="1" destOrd="0" presId="urn:microsoft.com/office/officeart/2005/8/layout/hierarchy1"/>
    <dgm:cxn modelId="{1C35C008-4D5A-400E-8A86-401E6FF0ACB0}" type="presParOf" srcId="{79F1C629-7052-46E2-8166-1B0AFD179C35}" destId="{06346486-842F-4202-99F9-D55282D80E57}" srcOrd="1" destOrd="0" presId="urn:microsoft.com/office/officeart/2005/8/layout/hierarchy1"/>
    <dgm:cxn modelId="{A1F9CF5D-D09B-4315-9DDF-BA3E6D88C1C6}" type="presParOf" srcId="{06346486-842F-4202-99F9-D55282D80E57}" destId="{CE8D8123-B3AA-453F-9B33-F4735AFD7285}" srcOrd="0" destOrd="0" presId="urn:microsoft.com/office/officeart/2005/8/layout/hierarchy1"/>
    <dgm:cxn modelId="{E2890084-F731-4FE7-B0E6-A265743DD2FE}" type="presParOf" srcId="{06346486-842F-4202-99F9-D55282D80E57}" destId="{3ECA6B80-2893-4C8B-B677-741F59505B64}" srcOrd="1" destOrd="0" presId="urn:microsoft.com/office/officeart/2005/8/layout/hierarchy1"/>
    <dgm:cxn modelId="{54C3E548-CFCE-4439-9F24-4E99B94E9AD1}" type="presParOf" srcId="{3ECA6B80-2893-4C8B-B677-741F59505B64}" destId="{1DD87CBD-23AA-4550-A9EA-D624916AB316}" srcOrd="0" destOrd="0" presId="urn:microsoft.com/office/officeart/2005/8/layout/hierarchy1"/>
    <dgm:cxn modelId="{F6D16FF5-E4C6-47B6-8519-056298276EEC}" type="presParOf" srcId="{1DD87CBD-23AA-4550-A9EA-D624916AB316}" destId="{A701A8AF-761B-4FEB-98FE-F4DC8A39E2B6}" srcOrd="0" destOrd="0" presId="urn:microsoft.com/office/officeart/2005/8/layout/hierarchy1"/>
    <dgm:cxn modelId="{2B4A29D0-86B0-41CE-8F8A-35856F1296F4}" type="presParOf" srcId="{1DD87CBD-23AA-4550-A9EA-D624916AB316}" destId="{F15A5E8B-9F8F-41DF-9EAB-6DEDEBBC96AF}" srcOrd="1" destOrd="0" presId="urn:microsoft.com/office/officeart/2005/8/layout/hierarchy1"/>
    <dgm:cxn modelId="{C026E462-1C05-4851-B235-44DFA2A4E1CF}" type="presParOf" srcId="{3ECA6B80-2893-4C8B-B677-741F59505B64}" destId="{D87F4F6A-DD2C-47BB-8CC0-9D3EC32D1A9A}" srcOrd="1" destOrd="0" presId="urn:microsoft.com/office/officeart/2005/8/layout/hierarchy1"/>
    <dgm:cxn modelId="{58041A8C-8AD7-4731-9616-18D4682166F7}" type="presParOf" srcId="{06346486-842F-4202-99F9-D55282D80E57}" destId="{64EAC423-CF88-4C24-AAC5-1B4EDBA941DA}" srcOrd="2" destOrd="0" presId="urn:microsoft.com/office/officeart/2005/8/layout/hierarchy1"/>
    <dgm:cxn modelId="{B189BEB8-B365-4C46-BC9A-75C1EA40EA45}" type="presParOf" srcId="{06346486-842F-4202-99F9-D55282D80E57}" destId="{CE17647F-2818-460B-B751-55C57D8845E7}" srcOrd="3" destOrd="0" presId="urn:microsoft.com/office/officeart/2005/8/layout/hierarchy1"/>
    <dgm:cxn modelId="{8709E74E-DF78-40F1-9C8B-5B53D9E89A3D}" type="presParOf" srcId="{CE17647F-2818-460B-B751-55C57D8845E7}" destId="{9794804F-44DD-4CCC-ADDC-ABC3132DA3A3}" srcOrd="0" destOrd="0" presId="urn:microsoft.com/office/officeart/2005/8/layout/hierarchy1"/>
    <dgm:cxn modelId="{986C6D4C-8274-40EB-8A29-01ECC220847C}" type="presParOf" srcId="{9794804F-44DD-4CCC-ADDC-ABC3132DA3A3}" destId="{3F8ABEA4-B531-44C0-AB41-71AEE91EDCB7}" srcOrd="0" destOrd="0" presId="urn:microsoft.com/office/officeart/2005/8/layout/hierarchy1"/>
    <dgm:cxn modelId="{6A0FFD42-26ED-4A5C-B914-671D259A6DA9}" type="presParOf" srcId="{9794804F-44DD-4CCC-ADDC-ABC3132DA3A3}" destId="{A5868D62-AB4C-4793-94B3-BE54482B1221}" srcOrd="1" destOrd="0" presId="urn:microsoft.com/office/officeart/2005/8/layout/hierarchy1"/>
    <dgm:cxn modelId="{CC7220B8-5EB3-4A85-B004-1737136992B3}" type="presParOf" srcId="{CE17647F-2818-460B-B751-55C57D8845E7}" destId="{37667763-B077-4467-AB80-448D0859709A}" srcOrd="1" destOrd="0" presId="urn:microsoft.com/office/officeart/2005/8/layout/hierarchy1"/>
    <dgm:cxn modelId="{A0DB66D9-E45B-4221-9F34-F96DE122CECB}" type="presParOf" srcId="{95A67085-6391-4A04-9C6F-9C35E99911DD}" destId="{9926EF12-5A1F-4584-B706-FB05E60D32FF}" srcOrd="2" destOrd="0" presId="urn:microsoft.com/office/officeart/2005/8/layout/hierarchy1"/>
    <dgm:cxn modelId="{A819B9E4-D8AD-4B61-B2C3-9C4E0823605B}" type="presParOf" srcId="{95A67085-6391-4A04-9C6F-9C35E99911DD}" destId="{64C8F8E3-744E-4AF9-80E4-27010487E1CE}" srcOrd="3" destOrd="0" presId="urn:microsoft.com/office/officeart/2005/8/layout/hierarchy1"/>
    <dgm:cxn modelId="{6E580C2F-2CDE-4700-9AE7-FA9244F86802}" type="presParOf" srcId="{64C8F8E3-744E-4AF9-80E4-27010487E1CE}" destId="{40DDB79C-6062-4ED8-9038-043744F15C4F}" srcOrd="0" destOrd="0" presId="urn:microsoft.com/office/officeart/2005/8/layout/hierarchy1"/>
    <dgm:cxn modelId="{8145A2C6-CEF1-4C51-8353-EDD8D43B6D8E}" type="presParOf" srcId="{40DDB79C-6062-4ED8-9038-043744F15C4F}" destId="{8C1B8905-F24B-4102-B81A-B44EF0DB2916}" srcOrd="0" destOrd="0" presId="urn:microsoft.com/office/officeart/2005/8/layout/hierarchy1"/>
    <dgm:cxn modelId="{88094A43-52C0-41E1-BA00-B124FB748432}" type="presParOf" srcId="{40DDB79C-6062-4ED8-9038-043744F15C4F}" destId="{BD476D7C-7B64-46B2-B87D-44B593B2263D}" srcOrd="1" destOrd="0" presId="urn:microsoft.com/office/officeart/2005/8/layout/hierarchy1"/>
    <dgm:cxn modelId="{EB00AFF7-21FC-4477-ADC4-200C7BCCA951}" type="presParOf" srcId="{64C8F8E3-744E-4AF9-80E4-27010487E1CE}" destId="{5473C582-21A0-45EC-8E3B-AFE16DA69AD7}" srcOrd="1" destOrd="0" presId="urn:microsoft.com/office/officeart/2005/8/layout/hierarchy1"/>
    <dgm:cxn modelId="{21F20564-1BDD-444F-8E06-C63C0E289D52}" type="presParOf" srcId="{5473C582-21A0-45EC-8E3B-AFE16DA69AD7}" destId="{435D96F9-FCE7-4506-A40E-7F5B0C57036A}" srcOrd="0" destOrd="0" presId="urn:microsoft.com/office/officeart/2005/8/layout/hierarchy1"/>
    <dgm:cxn modelId="{BB4F5FE6-75D0-4F1A-ADBA-9C0FEC4E1D42}" type="presParOf" srcId="{5473C582-21A0-45EC-8E3B-AFE16DA69AD7}" destId="{2E32A542-3785-4FF2-93C3-F9F566FDC572}" srcOrd="1" destOrd="0" presId="urn:microsoft.com/office/officeart/2005/8/layout/hierarchy1"/>
    <dgm:cxn modelId="{9D0DA9D7-15F5-4AA0-BD82-CF38C2CFC503}" type="presParOf" srcId="{2E32A542-3785-4FF2-93C3-F9F566FDC572}" destId="{B8B4A512-29C8-46D9-B5EC-B6E7A5298A3D}" srcOrd="0" destOrd="0" presId="urn:microsoft.com/office/officeart/2005/8/layout/hierarchy1"/>
    <dgm:cxn modelId="{173AA479-C219-4689-A1CD-E9B9332B0EDA}" type="presParOf" srcId="{B8B4A512-29C8-46D9-B5EC-B6E7A5298A3D}" destId="{70742B72-C491-4DEE-A743-5D8C326E1DF5}" srcOrd="0" destOrd="0" presId="urn:microsoft.com/office/officeart/2005/8/layout/hierarchy1"/>
    <dgm:cxn modelId="{9C38B6C3-4977-436B-9E4C-3423CADD0A32}" type="presParOf" srcId="{B8B4A512-29C8-46D9-B5EC-B6E7A5298A3D}" destId="{F748205C-F50D-4B26-966B-6F12ACB1A21E}" srcOrd="1" destOrd="0" presId="urn:microsoft.com/office/officeart/2005/8/layout/hierarchy1"/>
    <dgm:cxn modelId="{45426CC1-A5F2-4531-BE47-6BCAB33B9370}" type="presParOf" srcId="{2E32A542-3785-4FF2-93C3-F9F566FDC572}" destId="{60858FD9-5160-4384-A570-76122E3B4F0B}" srcOrd="1" destOrd="0" presId="urn:microsoft.com/office/officeart/2005/8/layout/hierarchy1"/>
    <dgm:cxn modelId="{9CF41483-31BC-43B2-B491-02A53E8A2CF8}" type="presParOf" srcId="{5473C582-21A0-45EC-8E3B-AFE16DA69AD7}" destId="{ACEE5A5A-D332-46E7-8A7A-55CC427F980B}" srcOrd="2" destOrd="0" presId="urn:microsoft.com/office/officeart/2005/8/layout/hierarchy1"/>
    <dgm:cxn modelId="{96D0507F-F6AF-4498-B778-77D041E8204A}" type="presParOf" srcId="{5473C582-21A0-45EC-8E3B-AFE16DA69AD7}" destId="{03382FF3-04EC-4E89-B924-FFE4C5D7CCC8}" srcOrd="3" destOrd="0" presId="urn:microsoft.com/office/officeart/2005/8/layout/hierarchy1"/>
    <dgm:cxn modelId="{90A141FC-8A87-4338-A583-E7A5E0D3014C}" type="presParOf" srcId="{03382FF3-04EC-4E89-B924-FFE4C5D7CCC8}" destId="{405FDAD7-55B0-450E-BB09-DA66A45FF4C1}" srcOrd="0" destOrd="0" presId="urn:microsoft.com/office/officeart/2005/8/layout/hierarchy1"/>
    <dgm:cxn modelId="{D8003611-62BF-445C-A85F-478828C87F4B}" type="presParOf" srcId="{405FDAD7-55B0-450E-BB09-DA66A45FF4C1}" destId="{64A37CB1-6C2C-47B8-9E66-9946A9AC33EC}" srcOrd="0" destOrd="0" presId="urn:microsoft.com/office/officeart/2005/8/layout/hierarchy1"/>
    <dgm:cxn modelId="{D27A58AC-BF67-499B-9DF7-94F90EB92118}" type="presParOf" srcId="{405FDAD7-55B0-450E-BB09-DA66A45FF4C1}" destId="{27456DD6-B220-4739-B3F2-87AAB7580034}" srcOrd="1" destOrd="0" presId="urn:microsoft.com/office/officeart/2005/8/layout/hierarchy1"/>
    <dgm:cxn modelId="{C0E5D6E0-59C4-4B22-AE3B-7DA53A019672}" type="presParOf" srcId="{03382FF3-04EC-4E89-B924-FFE4C5D7CCC8}" destId="{3027E2EE-52B9-413E-9813-897ED500E828}" srcOrd="1" destOrd="0" presId="urn:microsoft.com/office/officeart/2005/8/layout/hierarchy1"/>
    <dgm:cxn modelId="{091948E0-AE30-4C92-A744-4BA863370748}" type="presParOf" srcId="{C5E4302D-5666-4EDF-8943-015FD9847B70}" destId="{F058EACB-2354-46B7-BBAD-EA5312A4FBEA}" srcOrd="2" destOrd="0" presId="urn:microsoft.com/office/officeart/2005/8/layout/hierarchy1"/>
    <dgm:cxn modelId="{806F29D6-2D51-4A6A-8FBC-9C90418A02DB}" type="presParOf" srcId="{C5E4302D-5666-4EDF-8943-015FD9847B70}" destId="{3E3F6213-1798-4454-9E8F-73D275247ADF}" srcOrd="3" destOrd="0" presId="urn:microsoft.com/office/officeart/2005/8/layout/hierarchy1"/>
    <dgm:cxn modelId="{288F21D3-8329-4269-8FE9-48F4F9C994B6}" type="presParOf" srcId="{3E3F6213-1798-4454-9E8F-73D275247ADF}" destId="{4D929549-1926-4524-85AE-33FFEF6DCE32}" srcOrd="0" destOrd="0" presId="urn:microsoft.com/office/officeart/2005/8/layout/hierarchy1"/>
    <dgm:cxn modelId="{DC4B71F5-7AA1-4436-9BFF-4145432D0498}" type="presParOf" srcId="{4D929549-1926-4524-85AE-33FFEF6DCE32}" destId="{46011A18-3418-4C3E-B948-34C33FC70DCE}" srcOrd="0" destOrd="0" presId="urn:microsoft.com/office/officeart/2005/8/layout/hierarchy1"/>
    <dgm:cxn modelId="{973FDEE1-4F58-4A02-B226-6D62BDF31C9A}" type="presParOf" srcId="{4D929549-1926-4524-85AE-33FFEF6DCE32}" destId="{A93C73C3-5B59-46D7-8538-95B7429E885B}" srcOrd="1" destOrd="0" presId="urn:microsoft.com/office/officeart/2005/8/layout/hierarchy1"/>
    <dgm:cxn modelId="{B2854A1E-CB23-4183-BC2B-2FFD9BEF715D}" type="presParOf" srcId="{3E3F6213-1798-4454-9E8F-73D275247ADF}" destId="{4EA6E4C5-36FB-4BB6-8396-ACC07D12D244}" srcOrd="1" destOrd="0" presId="urn:microsoft.com/office/officeart/2005/8/layout/hierarchy1"/>
    <dgm:cxn modelId="{7941A003-0278-4B47-AC26-CAB9B0C050B8}" type="presParOf" srcId="{4EA6E4C5-36FB-4BB6-8396-ACC07D12D244}" destId="{D71D2D90-17FF-4791-B371-92CC7F9248FF}" srcOrd="0" destOrd="0" presId="urn:microsoft.com/office/officeart/2005/8/layout/hierarchy1"/>
    <dgm:cxn modelId="{D98ABBA2-B0BA-47FA-8EB4-2C30B63C7EEB}" type="presParOf" srcId="{4EA6E4C5-36FB-4BB6-8396-ACC07D12D244}" destId="{BF401F11-A1DB-4341-AA2A-756711C18C9D}" srcOrd="1" destOrd="0" presId="urn:microsoft.com/office/officeart/2005/8/layout/hierarchy1"/>
    <dgm:cxn modelId="{059439C2-9492-443B-8588-D27AE09EC980}" type="presParOf" srcId="{BF401F11-A1DB-4341-AA2A-756711C18C9D}" destId="{5602BEF0-A3A8-495A-9B74-8CC735C307E6}" srcOrd="0" destOrd="0" presId="urn:microsoft.com/office/officeart/2005/8/layout/hierarchy1"/>
    <dgm:cxn modelId="{450CD207-CF99-4272-94A6-3627C6771277}" type="presParOf" srcId="{5602BEF0-A3A8-495A-9B74-8CC735C307E6}" destId="{49B3C966-9B00-47BB-B6FC-57F3487C0EBD}" srcOrd="0" destOrd="0" presId="urn:microsoft.com/office/officeart/2005/8/layout/hierarchy1"/>
    <dgm:cxn modelId="{B0D8B43D-4B9F-4A45-94CD-C5DED5095F44}" type="presParOf" srcId="{5602BEF0-A3A8-495A-9B74-8CC735C307E6}" destId="{877987A5-A6A3-4296-8E80-4EFF692BD4E7}" srcOrd="1" destOrd="0" presId="urn:microsoft.com/office/officeart/2005/8/layout/hierarchy1"/>
    <dgm:cxn modelId="{0EA5C206-EC06-4BFE-97BD-6E20AC8DC694}" type="presParOf" srcId="{BF401F11-A1DB-4341-AA2A-756711C18C9D}" destId="{5D7DB055-35DB-4560-9643-C89B9F1889E5}" srcOrd="1" destOrd="0" presId="urn:microsoft.com/office/officeart/2005/8/layout/hierarchy1"/>
    <dgm:cxn modelId="{415DA5F9-2941-404C-A840-1D5EAF7F8BAF}" type="presParOf" srcId="{5D7DB055-35DB-4560-9643-C89B9F1889E5}" destId="{557FA74B-FDD7-479A-8FAC-CE5B4949A6DC}" srcOrd="0" destOrd="0" presId="urn:microsoft.com/office/officeart/2005/8/layout/hierarchy1"/>
    <dgm:cxn modelId="{368906C8-C44B-466F-835A-9BBBDFE273EA}" type="presParOf" srcId="{5D7DB055-35DB-4560-9643-C89B9F1889E5}" destId="{C6E355BA-807E-4574-8991-8565CEFD91D4}" srcOrd="1" destOrd="0" presId="urn:microsoft.com/office/officeart/2005/8/layout/hierarchy1"/>
    <dgm:cxn modelId="{041A0C15-AFBB-4531-9911-5DF6A9F9BC8F}" type="presParOf" srcId="{C6E355BA-807E-4574-8991-8565CEFD91D4}" destId="{F4908401-4405-4E44-88C1-45C897EC3B86}" srcOrd="0" destOrd="0" presId="urn:microsoft.com/office/officeart/2005/8/layout/hierarchy1"/>
    <dgm:cxn modelId="{4EA5F9BD-7AFE-4596-96B1-32E8143D3FBB}" type="presParOf" srcId="{F4908401-4405-4E44-88C1-45C897EC3B86}" destId="{D0799F7E-C203-48DE-8DF4-750479A0F9F0}" srcOrd="0" destOrd="0" presId="urn:microsoft.com/office/officeart/2005/8/layout/hierarchy1"/>
    <dgm:cxn modelId="{77E2C9F3-BF77-4F48-97AA-1CFBE75F62CC}" type="presParOf" srcId="{F4908401-4405-4E44-88C1-45C897EC3B86}" destId="{9CB504EF-B3E2-4A21-89E6-031708945211}" srcOrd="1" destOrd="0" presId="urn:microsoft.com/office/officeart/2005/8/layout/hierarchy1"/>
    <dgm:cxn modelId="{C4490A39-8913-4558-B128-40CDBDB1997C}" type="presParOf" srcId="{C6E355BA-807E-4574-8991-8565CEFD91D4}" destId="{78326223-D4BB-4247-8FE4-4DC3B9DF887B}" srcOrd="1" destOrd="0" presId="urn:microsoft.com/office/officeart/2005/8/layout/hierarchy1"/>
    <dgm:cxn modelId="{B236F4F2-CEEC-4E99-90F8-0A25BAB66D8B}" type="presParOf" srcId="{5D7DB055-35DB-4560-9643-C89B9F1889E5}" destId="{4B02380E-40DA-42E9-8F5E-BFC54A138F5D}" srcOrd="2" destOrd="0" presId="urn:microsoft.com/office/officeart/2005/8/layout/hierarchy1"/>
    <dgm:cxn modelId="{2DE231E0-8143-4669-A744-426DF9E7833E}" type="presParOf" srcId="{5D7DB055-35DB-4560-9643-C89B9F1889E5}" destId="{3EB0C06C-3A72-4D2D-B5D4-F7BB5181B17A}" srcOrd="3" destOrd="0" presId="urn:microsoft.com/office/officeart/2005/8/layout/hierarchy1"/>
    <dgm:cxn modelId="{00DB3E2D-4850-4A42-8FDA-6CA0E9A5B948}" type="presParOf" srcId="{3EB0C06C-3A72-4D2D-B5D4-F7BB5181B17A}" destId="{58BA83DD-8CCA-4714-9CB8-C3EEFD924681}" srcOrd="0" destOrd="0" presId="urn:microsoft.com/office/officeart/2005/8/layout/hierarchy1"/>
    <dgm:cxn modelId="{3F96485F-93FD-4343-AD84-25722B174BB5}" type="presParOf" srcId="{58BA83DD-8CCA-4714-9CB8-C3EEFD924681}" destId="{D60530D0-9428-4D24-9134-B4F4680BB37F}" srcOrd="0" destOrd="0" presId="urn:microsoft.com/office/officeart/2005/8/layout/hierarchy1"/>
    <dgm:cxn modelId="{3825E68E-27D7-4A27-B5BA-1EB79FA1FCA3}" type="presParOf" srcId="{58BA83DD-8CCA-4714-9CB8-C3EEFD924681}" destId="{2618F87E-7A05-47E1-94CF-42E76C9683D5}" srcOrd="1" destOrd="0" presId="urn:microsoft.com/office/officeart/2005/8/layout/hierarchy1"/>
    <dgm:cxn modelId="{05F7AB2F-210C-4DF1-AFC8-40A43ED71F80}" type="presParOf" srcId="{3EB0C06C-3A72-4D2D-B5D4-F7BB5181B17A}" destId="{D989FECA-EE1D-45ED-B024-91D8CAFDB76A}" srcOrd="1" destOrd="0" presId="urn:microsoft.com/office/officeart/2005/8/layout/hierarchy1"/>
    <dgm:cxn modelId="{EBBD2A57-7B68-464C-8CA9-E16790E4E7D8}" type="presParOf" srcId="{4EA6E4C5-36FB-4BB6-8396-ACC07D12D244}" destId="{0051B55E-38D4-4CB2-BEC4-B6921F400CE8}" srcOrd="2" destOrd="0" presId="urn:microsoft.com/office/officeart/2005/8/layout/hierarchy1"/>
    <dgm:cxn modelId="{4E35E08B-F4BC-4AEE-83C9-1875866940DA}" type="presParOf" srcId="{4EA6E4C5-36FB-4BB6-8396-ACC07D12D244}" destId="{3F3A5A6B-D4AC-4968-95FA-B59AE7089D4F}" srcOrd="3" destOrd="0" presId="urn:microsoft.com/office/officeart/2005/8/layout/hierarchy1"/>
    <dgm:cxn modelId="{E1D4FD8A-6AA8-43AD-B0EE-94ECE6BA580C}" type="presParOf" srcId="{3F3A5A6B-D4AC-4968-95FA-B59AE7089D4F}" destId="{CA7BB1A2-4575-43C1-AF12-9B677B35AD4C}" srcOrd="0" destOrd="0" presId="urn:microsoft.com/office/officeart/2005/8/layout/hierarchy1"/>
    <dgm:cxn modelId="{521FDADA-558E-4F82-BD8A-7A95D455875E}" type="presParOf" srcId="{CA7BB1A2-4575-43C1-AF12-9B677B35AD4C}" destId="{31874A05-8BC6-4853-9139-186485FFAEBA}" srcOrd="0" destOrd="0" presId="urn:microsoft.com/office/officeart/2005/8/layout/hierarchy1"/>
    <dgm:cxn modelId="{666A072D-5F1B-4493-9F9E-F3FDD5A2CB2C}" type="presParOf" srcId="{CA7BB1A2-4575-43C1-AF12-9B677B35AD4C}" destId="{7A537C28-3EB6-4837-B71B-E1ACC4257EF2}" srcOrd="1" destOrd="0" presId="urn:microsoft.com/office/officeart/2005/8/layout/hierarchy1"/>
    <dgm:cxn modelId="{B390CA99-83D1-4BE9-9864-6A7295B728AC}" type="presParOf" srcId="{3F3A5A6B-D4AC-4968-95FA-B59AE7089D4F}" destId="{BC80B034-DFFC-4244-997B-E6E8B8A9EC1E}" srcOrd="1" destOrd="0" presId="urn:microsoft.com/office/officeart/2005/8/layout/hierarchy1"/>
    <dgm:cxn modelId="{2FD46C0D-90D3-4D6F-8504-223E67CCA781}" type="presParOf" srcId="{BC80B034-DFFC-4244-997B-E6E8B8A9EC1E}" destId="{6B59C3C5-9309-49D9-9E2E-7244769970B5}" srcOrd="0" destOrd="0" presId="urn:microsoft.com/office/officeart/2005/8/layout/hierarchy1"/>
    <dgm:cxn modelId="{EAFA0F52-3E77-4CAF-85C1-D5A9C9691990}" type="presParOf" srcId="{BC80B034-DFFC-4244-997B-E6E8B8A9EC1E}" destId="{52F9ABC1-EE60-4C6D-808A-7954DBFF5114}" srcOrd="1" destOrd="0" presId="urn:microsoft.com/office/officeart/2005/8/layout/hierarchy1"/>
    <dgm:cxn modelId="{1C2FF0BC-BC68-457B-B86F-67F6380A093A}" type="presParOf" srcId="{52F9ABC1-EE60-4C6D-808A-7954DBFF5114}" destId="{4EA7A65F-9517-42A3-B354-C5006CCA880C}" srcOrd="0" destOrd="0" presId="urn:microsoft.com/office/officeart/2005/8/layout/hierarchy1"/>
    <dgm:cxn modelId="{466FA9B7-3898-430E-965D-6193959F89F1}" type="presParOf" srcId="{4EA7A65F-9517-42A3-B354-C5006CCA880C}" destId="{5D5DBB3D-B7FA-4955-ABE0-22AC4D58EC36}" srcOrd="0" destOrd="0" presId="urn:microsoft.com/office/officeart/2005/8/layout/hierarchy1"/>
    <dgm:cxn modelId="{55CBD9DF-7911-459A-A16B-5805B8F9C8BB}" type="presParOf" srcId="{4EA7A65F-9517-42A3-B354-C5006CCA880C}" destId="{8001F819-8DB6-4E5D-AA0A-C1F4EDA12D2A}" srcOrd="1" destOrd="0" presId="urn:microsoft.com/office/officeart/2005/8/layout/hierarchy1"/>
    <dgm:cxn modelId="{A66DB753-FBA2-4FDA-AE00-D45115F05347}" type="presParOf" srcId="{52F9ABC1-EE60-4C6D-808A-7954DBFF5114}" destId="{25E32EBF-5E7C-4B8C-9D64-DAD0823A1AE7}" srcOrd="1" destOrd="0" presId="urn:microsoft.com/office/officeart/2005/8/layout/hierarchy1"/>
    <dgm:cxn modelId="{39472740-7D80-4215-8059-7AD6D21C88F3}" type="presParOf" srcId="{BC80B034-DFFC-4244-997B-E6E8B8A9EC1E}" destId="{E8A47E35-FA37-4F4C-A3CA-8E71A26AD75E}" srcOrd="2" destOrd="0" presId="urn:microsoft.com/office/officeart/2005/8/layout/hierarchy1"/>
    <dgm:cxn modelId="{CADF955A-632A-44B8-8E62-E4B7EBE250A6}" type="presParOf" srcId="{BC80B034-DFFC-4244-997B-E6E8B8A9EC1E}" destId="{49F6BB1E-0C03-497A-821A-81E8D47DFDE2}" srcOrd="3" destOrd="0" presId="urn:microsoft.com/office/officeart/2005/8/layout/hierarchy1"/>
    <dgm:cxn modelId="{0FAEED27-1AF2-4B97-84DD-BE881B424A6E}" type="presParOf" srcId="{49F6BB1E-0C03-497A-821A-81E8D47DFDE2}" destId="{E7E6463C-1B8C-4686-B2AB-2164142AB4C1}" srcOrd="0" destOrd="0" presId="urn:microsoft.com/office/officeart/2005/8/layout/hierarchy1"/>
    <dgm:cxn modelId="{1AD08878-B71E-4E0F-8C84-C11A4D2A7E65}" type="presParOf" srcId="{E7E6463C-1B8C-4686-B2AB-2164142AB4C1}" destId="{B41D6395-8CFC-468B-A7B0-E89288D0E785}" srcOrd="0" destOrd="0" presId="urn:microsoft.com/office/officeart/2005/8/layout/hierarchy1"/>
    <dgm:cxn modelId="{FF476FB9-3E77-413B-8C50-C8AC21992872}" type="presParOf" srcId="{E7E6463C-1B8C-4686-B2AB-2164142AB4C1}" destId="{76465F1D-47B3-40FB-A414-7F7BD7EA8CDE}" srcOrd="1" destOrd="0" presId="urn:microsoft.com/office/officeart/2005/8/layout/hierarchy1"/>
    <dgm:cxn modelId="{DECB63FA-8033-4512-8F02-5745C42B5F2E}" type="presParOf" srcId="{49F6BB1E-0C03-497A-821A-81E8D47DFDE2}" destId="{028B7688-9C80-4CE0-85B6-9062D1667C8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8A47E35-FA37-4F4C-A3CA-8E71A26AD75E}">
      <dsp:nvSpPr>
        <dsp:cNvPr id="0" name=""/>
        <dsp:cNvSpPr/>
      </dsp:nvSpPr>
      <dsp:spPr>
        <a:xfrm>
          <a:off x="7206099" y="3685032"/>
          <a:ext cx="521300" cy="248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067"/>
              </a:lnTo>
              <a:lnTo>
                <a:pt x="521300" y="169067"/>
              </a:lnTo>
              <a:lnTo>
                <a:pt x="521300" y="2480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59C3C5-9309-49D9-9E2E-7244769970B5}">
      <dsp:nvSpPr>
        <dsp:cNvPr id="0" name=""/>
        <dsp:cNvSpPr/>
      </dsp:nvSpPr>
      <dsp:spPr>
        <a:xfrm>
          <a:off x="6684799" y="3685032"/>
          <a:ext cx="521300" cy="248091"/>
        </a:xfrm>
        <a:custGeom>
          <a:avLst/>
          <a:gdLst/>
          <a:ahLst/>
          <a:cxnLst/>
          <a:rect l="0" t="0" r="0" b="0"/>
          <a:pathLst>
            <a:path>
              <a:moveTo>
                <a:pt x="521300" y="0"/>
              </a:moveTo>
              <a:lnTo>
                <a:pt x="521300" y="169067"/>
              </a:lnTo>
              <a:lnTo>
                <a:pt x="0" y="169067"/>
              </a:lnTo>
              <a:lnTo>
                <a:pt x="0" y="2480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51B55E-38D4-4CB2-BEC4-B6921F400CE8}">
      <dsp:nvSpPr>
        <dsp:cNvPr id="0" name=""/>
        <dsp:cNvSpPr/>
      </dsp:nvSpPr>
      <dsp:spPr>
        <a:xfrm>
          <a:off x="6163498" y="2895261"/>
          <a:ext cx="1042601" cy="248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067"/>
              </a:lnTo>
              <a:lnTo>
                <a:pt x="1042601" y="169067"/>
              </a:lnTo>
              <a:lnTo>
                <a:pt x="1042601" y="24809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02380E-40DA-42E9-8F5E-BFC54A138F5D}">
      <dsp:nvSpPr>
        <dsp:cNvPr id="0" name=""/>
        <dsp:cNvSpPr/>
      </dsp:nvSpPr>
      <dsp:spPr>
        <a:xfrm>
          <a:off x="5120896" y="3685032"/>
          <a:ext cx="521300" cy="248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067"/>
              </a:lnTo>
              <a:lnTo>
                <a:pt x="521300" y="169067"/>
              </a:lnTo>
              <a:lnTo>
                <a:pt x="521300" y="2480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7FA74B-FDD7-479A-8FAC-CE5B4949A6DC}">
      <dsp:nvSpPr>
        <dsp:cNvPr id="0" name=""/>
        <dsp:cNvSpPr/>
      </dsp:nvSpPr>
      <dsp:spPr>
        <a:xfrm>
          <a:off x="4599595" y="3685032"/>
          <a:ext cx="521300" cy="248091"/>
        </a:xfrm>
        <a:custGeom>
          <a:avLst/>
          <a:gdLst/>
          <a:ahLst/>
          <a:cxnLst/>
          <a:rect l="0" t="0" r="0" b="0"/>
          <a:pathLst>
            <a:path>
              <a:moveTo>
                <a:pt x="521300" y="0"/>
              </a:moveTo>
              <a:lnTo>
                <a:pt x="521300" y="169067"/>
              </a:lnTo>
              <a:lnTo>
                <a:pt x="0" y="169067"/>
              </a:lnTo>
              <a:lnTo>
                <a:pt x="0" y="2480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1D2D90-17FF-4791-B371-92CC7F9248FF}">
      <dsp:nvSpPr>
        <dsp:cNvPr id="0" name=""/>
        <dsp:cNvSpPr/>
      </dsp:nvSpPr>
      <dsp:spPr>
        <a:xfrm>
          <a:off x="5120896" y="2895261"/>
          <a:ext cx="1042601" cy="248091"/>
        </a:xfrm>
        <a:custGeom>
          <a:avLst/>
          <a:gdLst/>
          <a:ahLst/>
          <a:cxnLst/>
          <a:rect l="0" t="0" r="0" b="0"/>
          <a:pathLst>
            <a:path>
              <a:moveTo>
                <a:pt x="1042601" y="0"/>
              </a:moveTo>
              <a:lnTo>
                <a:pt x="1042601" y="169067"/>
              </a:lnTo>
              <a:lnTo>
                <a:pt x="0" y="169067"/>
              </a:lnTo>
              <a:lnTo>
                <a:pt x="0" y="24809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58EACB-2354-46B7-BBAD-EA5312A4FBEA}">
      <dsp:nvSpPr>
        <dsp:cNvPr id="0" name=""/>
        <dsp:cNvSpPr/>
      </dsp:nvSpPr>
      <dsp:spPr>
        <a:xfrm>
          <a:off x="4078294" y="2105490"/>
          <a:ext cx="2085203" cy="248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067"/>
              </a:lnTo>
              <a:lnTo>
                <a:pt x="2085203" y="169067"/>
              </a:lnTo>
              <a:lnTo>
                <a:pt x="2085203" y="24809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EE5A5A-D332-46E7-8A7A-55CC427F980B}">
      <dsp:nvSpPr>
        <dsp:cNvPr id="0" name=""/>
        <dsp:cNvSpPr/>
      </dsp:nvSpPr>
      <dsp:spPr>
        <a:xfrm>
          <a:off x="3035692" y="3685032"/>
          <a:ext cx="521300" cy="248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067"/>
              </a:lnTo>
              <a:lnTo>
                <a:pt x="521300" y="169067"/>
              </a:lnTo>
              <a:lnTo>
                <a:pt x="521300" y="2480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5D96F9-FCE7-4506-A40E-7F5B0C57036A}">
      <dsp:nvSpPr>
        <dsp:cNvPr id="0" name=""/>
        <dsp:cNvSpPr/>
      </dsp:nvSpPr>
      <dsp:spPr>
        <a:xfrm>
          <a:off x="2514391" y="3685032"/>
          <a:ext cx="521300" cy="248091"/>
        </a:xfrm>
        <a:custGeom>
          <a:avLst/>
          <a:gdLst/>
          <a:ahLst/>
          <a:cxnLst/>
          <a:rect l="0" t="0" r="0" b="0"/>
          <a:pathLst>
            <a:path>
              <a:moveTo>
                <a:pt x="521300" y="0"/>
              </a:moveTo>
              <a:lnTo>
                <a:pt x="521300" y="169067"/>
              </a:lnTo>
              <a:lnTo>
                <a:pt x="0" y="169067"/>
              </a:lnTo>
              <a:lnTo>
                <a:pt x="0" y="2480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26EF12-5A1F-4584-B706-FB05E60D32FF}">
      <dsp:nvSpPr>
        <dsp:cNvPr id="0" name=""/>
        <dsp:cNvSpPr/>
      </dsp:nvSpPr>
      <dsp:spPr>
        <a:xfrm>
          <a:off x="1993090" y="2895261"/>
          <a:ext cx="1042601" cy="248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067"/>
              </a:lnTo>
              <a:lnTo>
                <a:pt x="1042601" y="169067"/>
              </a:lnTo>
              <a:lnTo>
                <a:pt x="1042601" y="24809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EAC423-CF88-4C24-AAC5-1B4EDBA941DA}">
      <dsp:nvSpPr>
        <dsp:cNvPr id="0" name=""/>
        <dsp:cNvSpPr/>
      </dsp:nvSpPr>
      <dsp:spPr>
        <a:xfrm>
          <a:off x="950489" y="3685032"/>
          <a:ext cx="521300" cy="248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067"/>
              </a:lnTo>
              <a:lnTo>
                <a:pt x="521300" y="169067"/>
              </a:lnTo>
              <a:lnTo>
                <a:pt x="521300" y="2480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8D8123-B3AA-453F-9B33-F4735AFD7285}">
      <dsp:nvSpPr>
        <dsp:cNvPr id="0" name=""/>
        <dsp:cNvSpPr/>
      </dsp:nvSpPr>
      <dsp:spPr>
        <a:xfrm>
          <a:off x="429188" y="3685032"/>
          <a:ext cx="521300" cy="248091"/>
        </a:xfrm>
        <a:custGeom>
          <a:avLst/>
          <a:gdLst/>
          <a:ahLst/>
          <a:cxnLst/>
          <a:rect l="0" t="0" r="0" b="0"/>
          <a:pathLst>
            <a:path>
              <a:moveTo>
                <a:pt x="521300" y="0"/>
              </a:moveTo>
              <a:lnTo>
                <a:pt x="521300" y="169067"/>
              </a:lnTo>
              <a:lnTo>
                <a:pt x="0" y="169067"/>
              </a:lnTo>
              <a:lnTo>
                <a:pt x="0" y="2480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697604-B17C-4E20-B97B-69B0496F09F3}">
      <dsp:nvSpPr>
        <dsp:cNvPr id="0" name=""/>
        <dsp:cNvSpPr/>
      </dsp:nvSpPr>
      <dsp:spPr>
        <a:xfrm>
          <a:off x="950489" y="2895261"/>
          <a:ext cx="1042601" cy="248091"/>
        </a:xfrm>
        <a:custGeom>
          <a:avLst/>
          <a:gdLst/>
          <a:ahLst/>
          <a:cxnLst/>
          <a:rect l="0" t="0" r="0" b="0"/>
          <a:pathLst>
            <a:path>
              <a:moveTo>
                <a:pt x="1042601" y="0"/>
              </a:moveTo>
              <a:lnTo>
                <a:pt x="1042601" y="169067"/>
              </a:lnTo>
              <a:lnTo>
                <a:pt x="0" y="169067"/>
              </a:lnTo>
              <a:lnTo>
                <a:pt x="0" y="24809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BD2829-F8C0-4AA6-8A37-1889D8A1BADD}">
      <dsp:nvSpPr>
        <dsp:cNvPr id="0" name=""/>
        <dsp:cNvSpPr/>
      </dsp:nvSpPr>
      <dsp:spPr>
        <a:xfrm>
          <a:off x="1993090" y="2105490"/>
          <a:ext cx="2085203" cy="248091"/>
        </a:xfrm>
        <a:custGeom>
          <a:avLst/>
          <a:gdLst/>
          <a:ahLst/>
          <a:cxnLst/>
          <a:rect l="0" t="0" r="0" b="0"/>
          <a:pathLst>
            <a:path>
              <a:moveTo>
                <a:pt x="2085203" y="0"/>
              </a:moveTo>
              <a:lnTo>
                <a:pt x="2085203" y="169067"/>
              </a:lnTo>
              <a:lnTo>
                <a:pt x="0" y="169067"/>
              </a:lnTo>
              <a:lnTo>
                <a:pt x="0" y="24809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C2D008-10AF-4545-A09B-1A10A779A098}">
      <dsp:nvSpPr>
        <dsp:cNvPr id="0" name=""/>
        <dsp:cNvSpPr/>
      </dsp:nvSpPr>
      <dsp:spPr>
        <a:xfrm>
          <a:off x="523970" y="1563811"/>
          <a:ext cx="853037" cy="5416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</dsp:sp>
    <dsp:sp modelId="{39E85763-F452-42A2-9FB6-70F564DD1CE8}">
      <dsp:nvSpPr>
        <dsp:cNvPr id="0" name=""/>
        <dsp:cNvSpPr/>
      </dsp:nvSpPr>
      <dsp:spPr>
        <a:xfrm>
          <a:off x="618752" y="1653854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brother/sister</a:t>
          </a:r>
        </a:p>
      </dsp:txBody>
      <dsp:txXfrm>
        <a:off x="618752" y="1653854"/>
        <a:ext cx="853037" cy="541679"/>
      </dsp:txXfrm>
    </dsp:sp>
    <dsp:sp modelId="{EEC264D6-71F5-496A-8163-C4865244A433}">
      <dsp:nvSpPr>
        <dsp:cNvPr id="0" name=""/>
        <dsp:cNvSpPr/>
      </dsp:nvSpPr>
      <dsp:spPr>
        <a:xfrm>
          <a:off x="1566571" y="1563811"/>
          <a:ext cx="853037" cy="5416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</dsp:sp>
    <dsp:sp modelId="{42AA8E8D-54C2-4A99-8869-FC1BEC29B4EB}">
      <dsp:nvSpPr>
        <dsp:cNvPr id="0" name=""/>
        <dsp:cNvSpPr/>
      </dsp:nvSpPr>
      <dsp:spPr>
        <a:xfrm>
          <a:off x="1661353" y="1653854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brother/sister</a:t>
          </a:r>
        </a:p>
      </dsp:txBody>
      <dsp:txXfrm>
        <a:off x="1661353" y="1653854"/>
        <a:ext cx="853037" cy="541679"/>
      </dsp:txXfrm>
    </dsp:sp>
    <dsp:sp modelId="{4897E7F1-C092-4535-8829-ADE60C9C1D10}">
      <dsp:nvSpPr>
        <dsp:cNvPr id="0" name=""/>
        <dsp:cNvSpPr/>
      </dsp:nvSpPr>
      <dsp:spPr>
        <a:xfrm>
          <a:off x="2609173" y="1563811"/>
          <a:ext cx="853037" cy="5416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</dsp:sp>
    <dsp:sp modelId="{C80A653D-7E57-4D4C-99A6-8030E0125759}">
      <dsp:nvSpPr>
        <dsp:cNvPr id="0" name=""/>
        <dsp:cNvSpPr/>
      </dsp:nvSpPr>
      <dsp:spPr>
        <a:xfrm>
          <a:off x="2703955" y="1653854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brother/sister</a:t>
          </a:r>
        </a:p>
      </dsp:txBody>
      <dsp:txXfrm>
        <a:off x="2703955" y="1653854"/>
        <a:ext cx="853037" cy="541679"/>
      </dsp:txXfrm>
    </dsp:sp>
    <dsp:sp modelId="{45720040-5907-4E71-8FDC-4DA7BDE5AECA}">
      <dsp:nvSpPr>
        <dsp:cNvPr id="0" name=""/>
        <dsp:cNvSpPr/>
      </dsp:nvSpPr>
      <dsp:spPr>
        <a:xfrm>
          <a:off x="3651775" y="1563811"/>
          <a:ext cx="853037" cy="5416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ED330474-93D5-4182-9695-E8E5CE49E2F6}">
      <dsp:nvSpPr>
        <dsp:cNvPr id="0" name=""/>
        <dsp:cNvSpPr/>
      </dsp:nvSpPr>
      <dsp:spPr>
        <a:xfrm>
          <a:off x="3746557" y="1653854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me</a:t>
          </a:r>
        </a:p>
      </dsp:txBody>
      <dsp:txXfrm>
        <a:off x="3746557" y="1653854"/>
        <a:ext cx="853037" cy="541679"/>
      </dsp:txXfrm>
    </dsp:sp>
    <dsp:sp modelId="{BA0C72F4-8584-426D-BEA0-BF06073FEB87}">
      <dsp:nvSpPr>
        <dsp:cNvPr id="0" name=""/>
        <dsp:cNvSpPr/>
      </dsp:nvSpPr>
      <dsp:spPr>
        <a:xfrm>
          <a:off x="1566571" y="2353582"/>
          <a:ext cx="853037" cy="541679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F40F3BD8-B299-43A8-8446-AAF67E40B509}">
      <dsp:nvSpPr>
        <dsp:cNvPr id="0" name=""/>
        <dsp:cNvSpPr/>
      </dsp:nvSpPr>
      <dsp:spPr>
        <a:xfrm>
          <a:off x="1661353" y="2443624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Father</a:t>
          </a:r>
        </a:p>
      </dsp:txBody>
      <dsp:txXfrm>
        <a:off x="1661353" y="2443624"/>
        <a:ext cx="853037" cy="541679"/>
      </dsp:txXfrm>
    </dsp:sp>
    <dsp:sp modelId="{DAC0B2EF-F7B6-4916-ACF5-05F6882EF101}">
      <dsp:nvSpPr>
        <dsp:cNvPr id="0" name=""/>
        <dsp:cNvSpPr/>
      </dsp:nvSpPr>
      <dsp:spPr>
        <a:xfrm>
          <a:off x="523970" y="3143352"/>
          <a:ext cx="853037" cy="5416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</dsp:sp>
    <dsp:sp modelId="{2BF2780C-1EA9-4E06-BA17-5195A1C8D387}">
      <dsp:nvSpPr>
        <dsp:cNvPr id="0" name=""/>
        <dsp:cNvSpPr/>
      </dsp:nvSpPr>
      <dsp:spPr>
        <a:xfrm>
          <a:off x="618752" y="3233395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P. Grandfather</a:t>
          </a:r>
        </a:p>
      </dsp:txBody>
      <dsp:txXfrm>
        <a:off x="618752" y="3233395"/>
        <a:ext cx="853037" cy="541679"/>
      </dsp:txXfrm>
    </dsp:sp>
    <dsp:sp modelId="{A701A8AF-761B-4FEB-98FE-F4DC8A39E2B6}">
      <dsp:nvSpPr>
        <dsp:cNvPr id="0" name=""/>
        <dsp:cNvSpPr/>
      </dsp:nvSpPr>
      <dsp:spPr>
        <a:xfrm>
          <a:off x="2669" y="3933123"/>
          <a:ext cx="853037" cy="54167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F15A5E8B-9F8F-41DF-9EAB-6DEDEBBC96AF}">
      <dsp:nvSpPr>
        <dsp:cNvPr id="0" name=""/>
        <dsp:cNvSpPr/>
      </dsp:nvSpPr>
      <dsp:spPr>
        <a:xfrm>
          <a:off x="97451" y="4023166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 Grandfather</a:t>
          </a:r>
        </a:p>
      </dsp:txBody>
      <dsp:txXfrm>
        <a:off x="97451" y="4023166"/>
        <a:ext cx="853037" cy="541679"/>
      </dsp:txXfrm>
    </dsp:sp>
    <dsp:sp modelId="{3F8ABEA4-B531-44C0-AB41-71AEE91EDCB7}">
      <dsp:nvSpPr>
        <dsp:cNvPr id="0" name=""/>
        <dsp:cNvSpPr/>
      </dsp:nvSpPr>
      <dsp:spPr>
        <a:xfrm>
          <a:off x="1045271" y="3933123"/>
          <a:ext cx="853037" cy="54167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A5868D62-AB4C-4793-94B3-BE54482B1221}">
      <dsp:nvSpPr>
        <dsp:cNvPr id="0" name=""/>
        <dsp:cNvSpPr/>
      </dsp:nvSpPr>
      <dsp:spPr>
        <a:xfrm>
          <a:off x="1140053" y="4023166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 Grandmother</a:t>
          </a:r>
        </a:p>
      </dsp:txBody>
      <dsp:txXfrm>
        <a:off x="1140053" y="4023166"/>
        <a:ext cx="853037" cy="541679"/>
      </dsp:txXfrm>
    </dsp:sp>
    <dsp:sp modelId="{8C1B8905-F24B-4102-B81A-B44EF0DB2916}">
      <dsp:nvSpPr>
        <dsp:cNvPr id="0" name=""/>
        <dsp:cNvSpPr/>
      </dsp:nvSpPr>
      <dsp:spPr>
        <a:xfrm>
          <a:off x="2609173" y="3143352"/>
          <a:ext cx="853037" cy="5416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</dsp:sp>
    <dsp:sp modelId="{BD476D7C-7B64-46B2-B87D-44B593B2263D}">
      <dsp:nvSpPr>
        <dsp:cNvPr id="0" name=""/>
        <dsp:cNvSpPr/>
      </dsp:nvSpPr>
      <dsp:spPr>
        <a:xfrm>
          <a:off x="2703955" y="3233395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P. Grandmother</a:t>
          </a:r>
        </a:p>
      </dsp:txBody>
      <dsp:txXfrm>
        <a:off x="2703955" y="3233395"/>
        <a:ext cx="853037" cy="541679"/>
      </dsp:txXfrm>
    </dsp:sp>
    <dsp:sp modelId="{70742B72-C491-4DEE-A743-5D8C326E1DF5}">
      <dsp:nvSpPr>
        <dsp:cNvPr id="0" name=""/>
        <dsp:cNvSpPr/>
      </dsp:nvSpPr>
      <dsp:spPr>
        <a:xfrm>
          <a:off x="2087872" y="3933123"/>
          <a:ext cx="853037" cy="54167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F748205C-F50D-4B26-966B-6F12ACB1A21E}">
      <dsp:nvSpPr>
        <dsp:cNvPr id="0" name=""/>
        <dsp:cNvSpPr/>
      </dsp:nvSpPr>
      <dsp:spPr>
        <a:xfrm>
          <a:off x="2182654" y="4023166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 Grandfather</a:t>
          </a:r>
        </a:p>
      </dsp:txBody>
      <dsp:txXfrm>
        <a:off x="2182654" y="4023166"/>
        <a:ext cx="853037" cy="541679"/>
      </dsp:txXfrm>
    </dsp:sp>
    <dsp:sp modelId="{64A37CB1-6C2C-47B8-9E66-9946A9AC33EC}">
      <dsp:nvSpPr>
        <dsp:cNvPr id="0" name=""/>
        <dsp:cNvSpPr/>
      </dsp:nvSpPr>
      <dsp:spPr>
        <a:xfrm>
          <a:off x="3130474" y="3933123"/>
          <a:ext cx="853037" cy="54167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27456DD6-B220-4739-B3F2-87AAB7580034}">
      <dsp:nvSpPr>
        <dsp:cNvPr id="0" name=""/>
        <dsp:cNvSpPr/>
      </dsp:nvSpPr>
      <dsp:spPr>
        <a:xfrm>
          <a:off x="3225256" y="4023166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 Grandmother</a:t>
          </a:r>
        </a:p>
      </dsp:txBody>
      <dsp:txXfrm>
        <a:off x="3225256" y="4023166"/>
        <a:ext cx="853037" cy="541679"/>
      </dsp:txXfrm>
    </dsp:sp>
    <dsp:sp modelId="{46011A18-3418-4C3E-B948-34C33FC70DCE}">
      <dsp:nvSpPr>
        <dsp:cNvPr id="0" name=""/>
        <dsp:cNvSpPr/>
      </dsp:nvSpPr>
      <dsp:spPr>
        <a:xfrm>
          <a:off x="5736979" y="2353582"/>
          <a:ext cx="853037" cy="541679"/>
        </a:xfrm>
        <a:prstGeom prst="roundRect">
          <a:avLst>
            <a:gd name="adj" fmla="val 10000"/>
          </a:avLst>
        </a:prstGeom>
        <a:solidFill>
          <a:schemeClr val="accent6"/>
        </a:solidFill>
        <a:ln w="25400" cap="flat" cmpd="sng" algn="ctr">
          <a:solidFill>
            <a:schemeClr val="accent6">
              <a:shade val="5000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2">
          <a:schemeClr val="accent6">
            <a:shade val="50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</dsp:sp>
    <dsp:sp modelId="{A93C73C3-5B59-46D7-8538-95B7429E885B}">
      <dsp:nvSpPr>
        <dsp:cNvPr id="0" name=""/>
        <dsp:cNvSpPr/>
      </dsp:nvSpPr>
      <dsp:spPr>
        <a:xfrm>
          <a:off x="5831761" y="2443624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Mother</a:t>
          </a:r>
        </a:p>
      </dsp:txBody>
      <dsp:txXfrm>
        <a:off x="5831761" y="2443624"/>
        <a:ext cx="853037" cy="541679"/>
      </dsp:txXfrm>
    </dsp:sp>
    <dsp:sp modelId="{49B3C966-9B00-47BB-B6FC-57F3487C0EBD}">
      <dsp:nvSpPr>
        <dsp:cNvPr id="0" name=""/>
        <dsp:cNvSpPr/>
      </dsp:nvSpPr>
      <dsp:spPr>
        <a:xfrm>
          <a:off x="4694377" y="3143352"/>
          <a:ext cx="853037" cy="5416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</dsp:sp>
    <dsp:sp modelId="{877987A5-A6A3-4296-8E80-4EFF692BD4E7}">
      <dsp:nvSpPr>
        <dsp:cNvPr id="0" name=""/>
        <dsp:cNvSpPr/>
      </dsp:nvSpPr>
      <dsp:spPr>
        <a:xfrm>
          <a:off x="4789159" y="3233395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M. Grandfather</a:t>
          </a:r>
        </a:p>
      </dsp:txBody>
      <dsp:txXfrm>
        <a:off x="4789159" y="3233395"/>
        <a:ext cx="853037" cy="541679"/>
      </dsp:txXfrm>
    </dsp:sp>
    <dsp:sp modelId="{D0799F7E-C203-48DE-8DF4-750479A0F9F0}">
      <dsp:nvSpPr>
        <dsp:cNvPr id="0" name=""/>
        <dsp:cNvSpPr/>
      </dsp:nvSpPr>
      <dsp:spPr>
        <a:xfrm>
          <a:off x="4173076" y="3933123"/>
          <a:ext cx="853037" cy="54167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CB504EF-B3E2-4A21-89E6-031708945211}">
      <dsp:nvSpPr>
        <dsp:cNvPr id="0" name=""/>
        <dsp:cNvSpPr/>
      </dsp:nvSpPr>
      <dsp:spPr>
        <a:xfrm>
          <a:off x="4267858" y="4023166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 Grandfather</a:t>
          </a:r>
        </a:p>
      </dsp:txBody>
      <dsp:txXfrm>
        <a:off x="4267858" y="4023166"/>
        <a:ext cx="853037" cy="541679"/>
      </dsp:txXfrm>
    </dsp:sp>
    <dsp:sp modelId="{D60530D0-9428-4D24-9134-B4F4680BB37F}">
      <dsp:nvSpPr>
        <dsp:cNvPr id="0" name=""/>
        <dsp:cNvSpPr/>
      </dsp:nvSpPr>
      <dsp:spPr>
        <a:xfrm>
          <a:off x="5215678" y="3933123"/>
          <a:ext cx="853037" cy="54167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2618F87E-7A05-47E1-94CF-42E76C9683D5}">
      <dsp:nvSpPr>
        <dsp:cNvPr id="0" name=""/>
        <dsp:cNvSpPr/>
      </dsp:nvSpPr>
      <dsp:spPr>
        <a:xfrm>
          <a:off x="5310460" y="4023166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 Grandmother</a:t>
          </a:r>
        </a:p>
      </dsp:txBody>
      <dsp:txXfrm>
        <a:off x="5310460" y="4023166"/>
        <a:ext cx="853037" cy="541679"/>
      </dsp:txXfrm>
    </dsp:sp>
    <dsp:sp modelId="{31874A05-8BC6-4853-9139-186485FFAEBA}">
      <dsp:nvSpPr>
        <dsp:cNvPr id="0" name=""/>
        <dsp:cNvSpPr/>
      </dsp:nvSpPr>
      <dsp:spPr>
        <a:xfrm>
          <a:off x="6779581" y="3143352"/>
          <a:ext cx="853037" cy="5416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</dsp:sp>
    <dsp:sp modelId="{7A537C28-3EB6-4837-B71B-E1ACC4257EF2}">
      <dsp:nvSpPr>
        <dsp:cNvPr id="0" name=""/>
        <dsp:cNvSpPr/>
      </dsp:nvSpPr>
      <dsp:spPr>
        <a:xfrm>
          <a:off x="6874363" y="3233395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M. Grandmother</a:t>
          </a:r>
        </a:p>
      </dsp:txBody>
      <dsp:txXfrm>
        <a:off x="6874363" y="3233395"/>
        <a:ext cx="853037" cy="541679"/>
      </dsp:txXfrm>
    </dsp:sp>
    <dsp:sp modelId="{5D5DBB3D-B7FA-4955-ABE0-22AC4D58EC36}">
      <dsp:nvSpPr>
        <dsp:cNvPr id="0" name=""/>
        <dsp:cNvSpPr/>
      </dsp:nvSpPr>
      <dsp:spPr>
        <a:xfrm>
          <a:off x="6258280" y="3933123"/>
          <a:ext cx="853037" cy="54167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8001F819-8DB6-4E5D-AA0A-C1F4EDA12D2A}">
      <dsp:nvSpPr>
        <dsp:cNvPr id="0" name=""/>
        <dsp:cNvSpPr/>
      </dsp:nvSpPr>
      <dsp:spPr>
        <a:xfrm>
          <a:off x="6353062" y="4023166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 Grandfather</a:t>
          </a:r>
        </a:p>
      </dsp:txBody>
      <dsp:txXfrm>
        <a:off x="6353062" y="4023166"/>
        <a:ext cx="853037" cy="541679"/>
      </dsp:txXfrm>
    </dsp:sp>
    <dsp:sp modelId="{B41D6395-8CFC-468B-A7B0-E89288D0E785}">
      <dsp:nvSpPr>
        <dsp:cNvPr id="0" name=""/>
        <dsp:cNvSpPr/>
      </dsp:nvSpPr>
      <dsp:spPr>
        <a:xfrm>
          <a:off x="7300881" y="3933123"/>
          <a:ext cx="853037" cy="54167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76465F1D-47B3-40FB-A414-7F7BD7EA8CDE}">
      <dsp:nvSpPr>
        <dsp:cNvPr id="0" name=""/>
        <dsp:cNvSpPr/>
      </dsp:nvSpPr>
      <dsp:spPr>
        <a:xfrm>
          <a:off x="7395663" y="4023166"/>
          <a:ext cx="853037" cy="541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 Grandmother</a:t>
          </a:r>
        </a:p>
      </dsp:txBody>
      <dsp:txXfrm>
        <a:off x="7395663" y="4023166"/>
        <a:ext cx="853037" cy="5416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Family Tree</Template>
  <TotalTime>19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Elaine</cp:lastModifiedBy>
  <cp:revision>1</cp:revision>
  <dcterms:created xsi:type="dcterms:W3CDTF">2016-01-07T05:36:00Z</dcterms:created>
  <dcterms:modified xsi:type="dcterms:W3CDTF">2016-01-07T05:55:00Z</dcterms:modified>
</cp:coreProperties>
</file>